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CE2" w:rsidRPr="007825CB" w:rsidRDefault="00C94CE2" w:rsidP="00C94CE2">
      <w:pPr>
        <w:rPr>
          <w:u w:val="single"/>
        </w:rPr>
      </w:pPr>
      <w:r w:rsidRPr="00E73A07">
        <w:softHyphen/>
      </w:r>
      <w:r w:rsidRPr="00E73A07">
        <w:softHyphen/>
        <w:t>Student</w:t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tab/>
      </w:r>
      <w:r>
        <w:t xml:space="preserve">Quarter </w:t>
      </w:r>
      <w:r>
        <w:softHyphen/>
      </w:r>
      <w:r w:rsidRPr="00944ED4">
        <w:rPr>
          <w:u w:val="single"/>
        </w:rPr>
        <w:tab/>
      </w:r>
      <w:r>
        <w:t xml:space="preserve">     </w:t>
      </w:r>
      <w:r w:rsidRPr="00E73A07">
        <w:t>Topic</w:t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rPr>
          <w:u w:val="single"/>
        </w:rPr>
        <w:tab/>
      </w:r>
      <w:r w:rsidRPr="00E73A07">
        <w:tab/>
        <w:t>Grade</w:t>
      </w:r>
      <w:r w:rsidRPr="00E73A07">
        <w:rPr>
          <w:u w:val="single"/>
        </w:rPr>
        <w:tab/>
      </w:r>
      <w:r w:rsidRPr="00E73A07">
        <w:rPr>
          <w:u w:val="single"/>
        </w:rPr>
        <w:tab/>
      </w:r>
    </w:p>
    <w:tbl>
      <w:tblPr>
        <w:tblW w:w="0" w:type="auto"/>
        <w:jc w:val="center"/>
        <w:tblInd w:w="-5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4"/>
        <w:gridCol w:w="2250"/>
        <w:gridCol w:w="2271"/>
        <w:gridCol w:w="2171"/>
        <w:gridCol w:w="2170"/>
        <w:gridCol w:w="2171"/>
        <w:gridCol w:w="2171"/>
      </w:tblGrid>
      <w:tr w:rsidR="00AD43AA" w:rsidRPr="00815842" w:rsidTr="0011015D">
        <w:trPr>
          <w:trHeight w:val="368"/>
          <w:jc w:val="center"/>
        </w:trPr>
        <w:tc>
          <w:tcPr>
            <w:tcW w:w="1684" w:type="dxa"/>
          </w:tcPr>
          <w:p w:rsidR="00AD43AA" w:rsidRPr="00091920" w:rsidRDefault="00091920" w:rsidP="007825CB">
            <w:pPr>
              <w:spacing w:after="0" w:line="240" w:lineRule="auto"/>
              <w:jc w:val="center"/>
              <w:rPr>
                <w:b/>
                <w:sz w:val="24"/>
                <w:szCs w:val="24"/>
                <w:lang w:val="es-ES"/>
              </w:rPr>
            </w:pPr>
            <w:r w:rsidRPr="00091920">
              <w:rPr>
                <w:b/>
                <w:sz w:val="24"/>
                <w:szCs w:val="24"/>
                <w:lang w:val="es-ES"/>
              </w:rPr>
              <w:t>SPEAKING RUBRIC</w:t>
            </w:r>
            <w:r w:rsidR="00B110EC">
              <w:rPr>
                <w:b/>
                <w:sz w:val="24"/>
                <w:szCs w:val="24"/>
                <w:lang w:val="es-ES"/>
              </w:rPr>
              <w:t xml:space="preserve"> </w:t>
            </w:r>
            <w:r w:rsidR="009B40A4">
              <w:rPr>
                <w:b/>
                <w:sz w:val="24"/>
                <w:szCs w:val="24"/>
                <w:lang w:val="es-ES"/>
              </w:rPr>
              <w:t>5</w:t>
            </w:r>
          </w:p>
        </w:tc>
        <w:tc>
          <w:tcPr>
            <w:tcW w:w="2250" w:type="dxa"/>
          </w:tcPr>
          <w:p w:rsidR="00AD43AA" w:rsidRPr="00815842" w:rsidRDefault="00AD43AA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1</w:t>
            </w:r>
          </w:p>
          <w:p w:rsidR="00AD43AA" w:rsidRPr="00815842" w:rsidRDefault="00AD43AA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LOW</w:t>
            </w:r>
          </w:p>
        </w:tc>
        <w:tc>
          <w:tcPr>
            <w:tcW w:w="2271" w:type="dxa"/>
          </w:tcPr>
          <w:p w:rsidR="00AD43AA" w:rsidRPr="00815842" w:rsidRDefault="00AD43AA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2</w:t>
            </w:r>
          </w:p>
          <w:p w:rsidR="00AD43AA" w:rsidRDefault="00AD43AA" w:rsidP="007825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MID</w:t>
            </w:r>
          </w:p>
          <w:p w:rsidR="008E7A9C" w:rsidRPr="00815842" w:rsidRDefault="008E7A9C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</w:tc>
        <w:tc>
          <w:tcPr>
            <w:tcW w:w="2171" w:type="dxa"/>
          </w:tcPr>
          <w:p w:rsidR="00AD43AA" w:rsidRPr="00815842" w:rsidRDefault="00AD43AA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3</w:t>
            </w:r>
          </w:p>
          <w:p w:rsidR="00AD43AA" w:rsidRDefault="00AD43AA" w:rsidP="007825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NOVICE HIGH</w:t>
            </w:r>
          </w:p>
          <w:p w:rsidR="008E7A9C" w:rsidRPr="00815842" w:rsidRDefault="007825CB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{quarter 1 goal)</w:t>
            </w:r>
          </w:p>
        </w:tc>
        <w:tc>
          <w:tcPr>
            <w:tcW w:w="2170" w:type="dxa"/>
          </w:tcPr>
          <w:p w:rsidR="00AD43AA" w:rsidRPr="00815842" w:rsidRDefault="00AD43AA" w:rsidP="007825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4</w:t>
            </w: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  <w:p w:rsidR="007825CB" w:rsidRDefault="00AD43AA" w:rsidP="007825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INTERMEDIATE LOW</w:t>
            </w:r>
          </w:p>
          <w:p w:rsidR="00AD43AA" w:rsidRPr="00815842" w:rsidRDefault="007825CB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{quarter 2 goal)</w:t>
            </w:r>
          </w:p>
        </w:tc>
        <w:tc>
          <w:tcPr>
            <w:tcW w:w="2171" w:type="dxa"/>
          </w:tcPr>
          <w:p w:rsidR="00AD43AA" w:rsidRPr="00815842" w:rsidRDefault="00AD43AA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5</w:t>
            </w:r>
          </w:p>
          <w:p w:rsidR="00AD43AA" w:rsidRDefault="00AD43AA" w:rsidP="007825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INTERMEDIATE MID</w:t>
            </w:r>
          </w:p>
          <w:p w:rsidR="008E7A9C" w:rsidRPr="00815842" w:rsidRDefault="008E7A9C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{quarter 3 goal)</w:t>
            </w:r>
          </w:p>
        </w:tc>
        <w:tc>
          <w:tcPr>
            <w:tcW w:w="2171" w:type="dxa"/>
          </w:tcPr>
          <w:p w:rsidR="00AD43AA" w:rsidRPr="00815842" w:rsidRDefault="00AD43AA" w:rsidP="007825CB">
            <w:pPr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815842">
              <w:rPr>
                <w:b/>
                <w:sz w:val="16"/>
                <w:szCs w:val="16"/>
                <w:lang w:val="es-ES"/>
              </w:rPr>
              <w:t>6</w:t>
            </w:r>
          </w:p>
          <w:p w:rsidR="00AD43AA" w:rsidRDefault="00AD43AA" w:rsidP="007825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1584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INTERMEDIATE HIGH</w:t>
            </w:r>
          </w:p>
          <w:p w:rsidR="008E7A9C" w:rsidRPr="008E7A9C" w:rsidRDefault="008E7A9C" w:rsidP="007825CB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>{quarter 4 goal)</w:t>
            </w:r>
          </w:p>
        </w:tc>
      </w:tr>
      <w:tr w:rsidR="00E73A07" w:rsidRPr="00815842" w:rsidTr="0011015D">
        <w:trPr>
          <w:trHeight w:val="1340"/>
          <w:jc w:val="center"/>
        </w:trPr>
        <w:tc>
          <w:tcPr>
            <w:tcW w:w="1684" w:type="dxa"/>
          </w:tcPr>
          <w:p w:rsidR="00E73A07" w:rsidRPr="00815842" w:rsidRDefault="00E73A07" w:rsidP="007825CB">
            <w:pPr>
              <w:pStyle w:val="NoSpacing"/>
              <w:rPr>
                <w:b/>
                <w:sz w:val="16"/>
                <w:szCs w:val="16"/>
              </w:rPr>
            </w:pPr>
            <w:r w:rsidRPr="00815842">
              <w:rPr>
                <w:b/>
                <w:sz w:val="16"/>
                <w:szCs w:val="16"/>
              </w:rPr>
              <w:t xml:space="preserve">Purpose:   </w:t>
            </w:r>
          </w:p>
          <w:p w:rsidR="00E73A07" w:rsidRDefault="00E73A07" w:rsidP="007825CB">
            <w:pPr>
              <w:pStyle w:val="NoSpacing"/>
              <w:rPr>
                <w:sz w:val="16"/>
                <w:szCs w:val="16"/>
              </w:rPr>
            </w:pPr>
            <w:r w:rsidRPr="00815842">
              <w:rPr>
                <w:sz w:val="16"/>
                <w:szCs w:val="16"/>
              </w:rPr>
              <w:t>Task Completion / Elaboration of theme</w:t>
            </w:r>
          </w:p>
          <w:p w:rsidR="00E73A07" w:rsidRDefault="007219D2" w:rsidP="007825CB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Q1-2: 5</w:t>
            </w:r>
            <w:r w:rsidR="00E73A07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7</w:t>
            </w:r>
            <w:r w:rsidR="00E73A07">
              <w:rPr>
                <w:sz w:val="16"/>
                <w:szCs w:val="16"/>
              </w:rPr>
              <w:t xml:space="preserve"> minutes</w:t>
            </w:r>
          </w:p>
          <w:p w:rsidR="007219D2" w:rsidRDefault="007219D2" w:rsidP="007219D2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Q3: 6-8 minutes</w:t>
            </w:r>
          </w:p>
          <w:p w:rsidR="007219D2" w:rsidRPr="00815842" w:rsidRDefault="007219D2" w:rsidP="007825CB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Q-4: 8-10</w:t>
            </w:r>
          </w:p>
        </w:tc>
        <w:tc>
          <w:tcPr>
            <w:tcW w:w="2250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>Communicates using words, memorized phrases and an occasional simple sentence.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Information is </w:t>
            </w:r>
            <w:r w:rsidRPr="007825CB">
              <w:rPr>
                <w:b/>
                <w:sz w:val="16"/>
                <w:szCs w:val="16"/>
              </w:rPr>
              <w:t>connected to</w:t>
            </w:r>
            <w:r w:rsidRPr="007825CB">
              <w:rPr>
                <w:sz w:val="16"/>
                <w:szCs w:val="16"/>
              </w:rPr>
              <w:t xml:space="preserve"> </w:t>
            </w:r>
            <w:r w:rsidRPr="007825CB">
              <w:rPr>
                <w:b/>
                <w:sz w:val="16"/>
                <w:szCs w:val="16"/>
              </w:rPr>
              <w:t xml:space="preserve"> task</w:t>
            </w:r>
            <w:r w:rsidRPr="007825CB">
              <w:rPr>
                <w:sz w:val="16"/>
                <w:szCs w:val="16"/>
              </w:rPr>
              <w:t xml:space="preserve">, but </w:t>
            </w:r>
            <w:r w:rsidRPr="007825CB">
              <w:rPr>
                <w:b/>
                <w:sz w:val="16"/>
                <w:szCs w:val="16"/>
              </w:rPr>
              <w:t>lacking specific details.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b/>
                <w:sz w:val="16"/>
                <w:szCs w:val="16"/>
              </w:rPr>
              <w:t>Does not meet</w:t>
            </w:r>
            <w:r w:rsidRPr="007825CB">
              <w:rPr>
                <w:sz w:val="16"/>
                <w:szCs w:val="16"/>
              </w:rPr>
              <w:t xml:space="preserve"> </w:t>
            </w:r>
            <w:r w:rsidRPr="007825CB">
              <w:rPr>
                <w:b/>
                <w:sz w:val="16"/>
                <w:szCs w:val="16"/>
              </w:rPr>
              <w:t>minimum time requirement.</w:t>
            </w:r>
            <w:r w:rsidRPr="007825CB">
              <w:rPr>
                <w:sz w:val="16"/>
                <w:szCs w:val="16"/>
              </w:rPr>
              <w:t xml:space="preserve">  </w:t>
            </w:r>
          </w:p>
          <w:p w:rsidR="00E73A07" w:rsidRPr="007825CB" w:rsidRDefault="00E73A07" w:rsidP="007825CB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</w:p>
        </w:tc>
        <w:tc>
          <w:tcPr>
            <w:tcW w:w="2271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>Communicates using simple sentences and task-appropriate original expressions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Information is connected to and </w:t>
            </w:r>
            <w:r w:rsidRPr="007825CB">
              <w:rPr>
                <w:b/>
                <w:sz w:val="16"/>
                <w:szCs w:val="16"/>
              </w:rPr>
              <w:t>attempts to expand task</w:t>
            </w:r>
            <w:r w:rsidRPr="007825CB">
              <w:rPr>
                <w:sz w:val="16"/>
                <w:szCs w:val="16"/>
              </w:rPr>
              <w:t xml:space="preserve"> </w:t>
            </w:r>
            <w:r w:rsidRPr="007825CB">
              <w:rPr>
                <w:b/>
                <w:sz w:val="16"/>
                <w:szCs w:val="16"/>
              </w:rPr>
              <w:t>w few details.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Product does </w:t>
            </w:r>
            <w:r w:rsidRPr="007825CB">
              <w:rPr>
                <w:b/>
                <w:sz w:val="16"/>
                <w:szCs w:val="16"/>
              </w:rPr>
              <w:t>not fulfill</w:t>
            </w:r>
            <w:r w:rsidRPr="007825CB">
              <w:rPr>
                <w:sz w:val="16"/>
                <w:szCs w:val="16"/>
              </w:rPr>
              <w:t xml:space="preserve"> </w:t>
            </w:r>
            <w:r w:rsidRPr="007825CB">
              <w:rPr>
                <w:b/>
                <w:sz w:val="16"/>
                <w:szCs w:val="16"/>
              </w:rPr>
              <w:t>minimum time requirement.</w:t>
            </w:r>
            <w:r w:rsidRPr="007825CB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171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Communicates using </w:t>
            </w:r>
            <w:r w:rsidRPr="007825CB">
              <w:rPr>
                <w:b/>
                <w:sz w:val="16"/>
                <w:szCs w:val="16"/>
              </w:rPr>
              <w:t xml:space="preserve">some </w:t>
            </w:r>
            <w:r w:rsidRPr="007825CB">
              <w:rPr>
                <w:sz w:val="16"/>
                <w:szCs w:val="16"/>
              </w:rPr>
              <w:t xml:space="preserve">task-appropriate original expressions and creative ideas.  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Information is connected and </w:t>
            </w:r>
            <w:r w:rsidRPr="007825CB">
              <w:rPr>
                <w:b/>
                <w:sz w:val="16"/>
                <w:szCs w:val="16"/>
              </w:rPr>
              <w:t>accomplishes task</w:t>
            </w:r>
            <w:r w:rsidRPr="007825CB">
              <w:rPr>
                <w:sz w:val="16"/>
                <w:szCs w:val="16"/>
              </w:rPr>
              <w:t xml:space="preserve"> successfully </w:t>
            </w:r>
            <w:r w:rsidRPr="007825CB">
              <w:rPr>
                <w:b/>
                <w:sz w:val="16"/>
                <w:szCs w:val="16"/>
              </w:rPr>
              <w:t>as details are emerging.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Product </w:t>
            </w:r>
            <w:r w:rsidRPr="007825CB">
              <w:rPr>
                <w:b/>
                <w:sz w:val="16"/>
                <w:szCs w:val="16"/>
              </w:rPr>
              <w:t>fulfills</w:t>
            </w:r>
            <w:r w:rsidRPr="007825CB">
              <w:rPr>
                <w:sz w:val="16"/>
                <w:szCs w:val="16"/>
              </w:rPr>
              <w:t xml:space="preserve"> </w:t>
            </w:r>
            <w:r w:rsidRPr="007825CB">
              <w:rPr>
                <w:b/>
                <w:sz w:val="16"/>
                <w:szCs w:val="16"/>
              </w:rPr>
              <w:t>minimum time requirement.</w:t>
            </w:r>
            <w:r w:rsidRPr="007825CB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170" w:type="dxa"/>
          </w:tcPr>
          <w:p w:rsidR="00E73A07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>Communicates in full sentences</w:t>
            </w:r>
            <w:r w:rsidR="007825CB">
              <w:rPr>
                <w:sz w:val="16"/>
                <w:szCs w:val="16"/>
              </w:rPr>
              <w:t>.</w:t>
            </w:r>
          </w:p>
          <w:p w:rsidR="007825CB" w:rsidRDefault="007825CB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7825CB" w:rsidRPr="007825CB" w:rsidRDefault="007825CB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Information </w:t>
            </w:r>
            <w:r w:rsidRPr="007825CB">
              <w:rPr>
                <w:b/>
                <w:sz w:val="16"/>
                <w:szCs w:val="16"/>
              </w:rPr>
              <w:t>expands task</w:t>
            </w:r>
            <w:r w:rsidRPr="007825CB">
              <w:rPr>
                <w:sz w:val="16"/>
                <w:szCs w:val="16"/>
              </w:rPr>
              <w:t xml:space="preserve"> successfully </w:t>
            </w:r>
            <w:r w:rsidRPr="007825CB">
              <w:rPr>
                <w:b/>
                <w:sz w:val="16"/>
                <w:szCs w:val="16"/>
              </w:rPr>
              <w:t>w some details.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Product fulfills &amp; </w:t>
            </w:r>
            <w:r w:rsidRPr="007825CB">
              <w:rPr>
                <w:b/>
                <w:sz w:val="16"/>
                <w:szCs w:val="16"/>
              </w:rPr>
              <w:t>may exceed minimum time requirement.</w:t>
            </w:r>
            <w:r w:rsidRPr="007825CB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171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Communicates in full sentences creating paragraph-length information on topics.  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Information </w:t>
            </w:r>
            <w:r w:rsidRPr="007825CB">
              <w:rPr>
                <w:b/>
                <w:sz w:val="16"/>
                <w:szCs w:val="16"/>
              </w:rPr>
              <w:t>expands task</w:t>
            </w:r>
            <w:r w:rsidRPr="007825CB">
              <w:rPr>
                <w:sz w:val="16"/>
                <w:szCs w:val="16"/>
              </w:rPr>
              <w:t xml:space="preserve"> successfully, elaborates on the</w:t>
            </w:r>
            <w:r w:rsidRPr="007825CB">
              <w:rPr>
                <w:b/>
                <w:sz w:val="16"/>
                <w:szCs w:val="16"/>
              </w:rPr>
              <w:t xml:space="preserve"> main idea with several details</w:t>
            </w:r>
            <w:r w:rsidRPr="007825CB">
              <w:rPr>
                <w:sz w:val="16"/>
                <w:szCs w:val="16"/>
              </w:rPr>
              <w:t xml:space="preserve">.  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Product fulfills &amp; </w:t>
            </w:r>
            <w:r w:rsidRPr="007825CB">
              <w:rPr>
                <w:b/>
                <w:sz w:val="16"/>
                <w:szCs w:val="16"/>
              </w:rPr>
              <w:t>exceeds minimum time requirement</w:t>
            </w:r>
          </w:p>
        </w:tc>
        <w:tc>
          <w:tcPr>
            <w:tcW w:w="2171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Communicates using a wide variety of task-appropriate original expressions and creative ideas.  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Information </w:t>
            </w:r>
            <w:r w:rsidRPr="007825CB">
              <w:rPr>
                <w:b/>
                <w:sz w:val="16"/>
                <w:szCs w:val="16"/>
              </w:rPr>
              <w:t>expands task</w:t>
            </w:r>
            <w:r w:rsidRPr="007825CB">
              <w:rPr>
                <w:sz w:val="16"/>
                <w:szCs w:val="16"/>
              </w:rPr>
              <w:t xml:space="preserve"> successfully. Elaborates on the </w:t>
            </w:r>
            <w:r w:rsidRPr="007825CB">
              <w:rPr>
                <w:b/>
                <w:sz w:val="16"/>
                <w:szCs w:val="16"/>
              </w:rPr>
              <w:t>main idea with many supporting details.</w:t>
            </w:r>
            <w:r w:rsidRPr="007825CB">
              <w:rPr>
                <w:sz w:val="16"/>
                <w:szCs w:val="16"/>
              </w:rPr>
              <w:t xml:space="preserve">  </w:t>
            </w: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Product fulfills &amp; </w:t>
            </w:r>
            <w:r w:rsidRPr="007825CB">
              <w:rPr>
                <w:b/>
                <w:sz w:val="16"/>
                <w:szCs w:val="16"/>
              </w:rPr>
              <w:t>exceeds minimum time requirement</w:t>
            </w:r>
            <w:r w:rsidRPr="007825CB">
              <w:rPr>
                <w:sz w:val="16"/>
                <w:szCs w:val="16"/>
              </w:rPr>
              <w:t xml:space="preserve">.  </w:t>
            </w:r>
          </w:p>
        </w:tc>
      </w:tr>
      <w:tr w:rsidR="00E73A07" w:rsidRPr="00815842" w:rsidTr="0011015D">
        <w:trPr>
          <w:jc w:val="center"/>
        </w:trPr>
        <w:tc>
          <w:tcPr>
            <w:tcW w:w="1684" w:type="dxa"/>
          </w:tcPr>
          <w:p w:rsidR="00E73A07" w:rsidRPr="006C53B6" w:rsidRDefault="00E73A07" w:rsidP="007825CB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>Organization</w:t>
            </w:r>
            <w:r>
              <w:rPr>
                <w:b/>
                <w:sz w:val="16"/>
                <w:szCs w:val="16"/>
              </w:rPr>
              <w:t xml:space="preserve"> &amp; Pronunciation</w:t>
            </w:r>
          </w:p>
          <w:p w:rsidR="00E73A07" w:rsidRPr="006C53B6" w:rsidRDefault="0011015D" w:rsidP="007825CB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-Fluent </w:t>
            </w:r>
          </w:p>
          <w:p w:rsidR="00E73A07" w:rsidRPr="006C53B6" w:rsidRDefault="00E73A07" w:rsidP="007825CB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-Transitions</w:t>
            </w:r>
          </w:p>
        </w:tc>
        <w:tc>
          <w:tcPr>
            <w:tcW w:w="2250" w:type="dxa"/>
          </w:tcPr>
          <w:p w:rsidR="0011015D" w:rsidRPr="000E21EE" w:rsidRDefault="0011015D" w:rsidP="0011015D">
            <w:pPr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0E21EE">
              <w:rPr>
                <w:b/>
                <w:sz w:val="16"/>
                <w:szCs w:val="16"/>
              </w:rPr>
              <w:t xml:space="preserve"> </w:t>
            </w:r>
            <w:r w:rsidRPr="000E21EE">
              <w:rPr>
                <w:rFonts w:asciiTheme="minorHAnsi" w:hAnsiTheme="minorHAnsi" w:cs="Arial"/>
                <w:sz w:val="16"/>
                <w:szCs w:val="16"/>
              </w:rPr>
              <w:t>(Audience cannot understand presentation because there</w:t>
            </w:r>
            <w:r w:rsidR="000E21EE">
              <w:rPr>
                <w:rFonts w:asciiTheme="minorHAnsi" w:hAnsiTheme="minorHAnsi" w:cs="Arial"/>
                <w:sz w:val="16"/>
                <w:szCs w:val="16"/>
              </w:rPr>
              <w:t xml:space="preserve"> is no sequence of information.</w:t>
            </w:r>
          </w:p>
          <w:p w:rsidR="00E73A07" w:rsidRPr="000E21EE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0E21EE" w:rsidRDefault="00E73A07" w:rsidP="007825C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0E21EE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E73A07" w:rsidRPr="000E21EE" w:rsidRDefault="00E73A07" w:rsidP="007825CB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0E21EE">
              <w:rPr>
                <w:sz w:val="16"/>
                <w:szCs w:val="16"/>
              </w:rPr>
              <w:t xml:space="preserve">-Pronunciation may make STUDENT unintelligible.  </w:t>
            </w:r>
          </w:p>
        </w:tc>
        <w:tc>
          <w:tcPr>
            <w:tcW w:w="2271" w:type="dxa"/>
          </w:tcPr>
          <w:p w:rsidR="0011015D" w:rsidRPr="000E21EE" w:rsidRDefault="0011015D" w:rsidP="0011015D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E21EE">
              <w:rPr>
                <w:rFonts w:asciiTheme="minorHAnsi" w:hAnsiTheme="minorHAnsi" w:cs="Arial"/>
                <w:sz w:val="16"/>
                <w:szCs w:val="16"/>
              </w:rPr>
              <w:t xml:space="preserve">Audience has difficulty following presentation because student jumps </w:t>
            </w:r>
            <w:r w:rsidR="000E21EE">
              <w:rPr>
                <w:rFonts w:asciiTheme="minorHAnsi" w:hAnsiTheme="minorHAnsi" w:cs="Arial"/>
                <w:sz w:val="16"/>
                <w:szCs w:val="16"/>
              </w:rPr>
              <w:t>around.</w:t>
            </w:r>
          </w:p>
          <w:p w:rsidR="00E73A07" w:rsidRPr="000E21EE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0E21EE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0E21EE" w:rsidRDefault="00E73A07" w:rsidP="007825CB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sz w:val="16"/>
                <w:szCs w:val="16"/>
              </w:rPr>
            </w:pPr>
            <w:r w:rsidRPr="000E21EE">
              <w:rPr>
                <w:sz w:val="16"/>
                <w:szCs w:val="16"/>
              </w:rPr>
              <w:t>-Long, unnatural pauses that may disengage the listener as STUDENT searches to continue</w:t>
            </w:r>
          </w:p>
          <w:p w:rsidR="00E73A07" w:rsidRPr="000E21EE" w:rsidRDefault="00E73A07" w:rsidP="007825CB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0E21EE">
              <w:rPr>
                <w:sz w:val="16"/>
                <w:szCs w:val="16"/>
              </w:rPr>
              <w:t>-</w:t>
            </w:r>
            <w:r w:rsidRPr="000E21EE">
              <w:rPr>
                <w:rFonts w:cs="Calibri"/>
                <w:sz w:val="16"/>
                <w:szCs w:val="16"/>
              </w:rPr>
              <w:t xml:space="preserve"> understood with difficulty</w:t>
            </w:r>
          </w:p>
        </w:tc>
        <w:tc>
          <w:tcPr>
            <w:tcW w:w="2171" w:type="dxa"/>
          </w:tcPr>
          <w:p w:rsidR="0011015D" w:rsidRPr="000E21EE" w:rsidRDefault="0011015D" w:rsidP="0011015D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E21EE">
              <w:rPr>
                <w:rFonts w:asciiTheme="minorHAnsi" w:hAnsiTheme="minorHAnsi" w:cs="Arial"/>
                <w:sz w:val="16"/>
                <w:szCs w:val="16"/>
              </w:rPr>
              <w:t xml:space="preserve">Student presents information in </w:t>
            </w:r>
            <w:r w:rsidRPr="000E21EE">
              <w:rPr>
                <w:rFonts w:asciiTheme="minorHAnsi" w:hAnsiTheme="minorHAnsi" w:cs="Arial"/>
                <w:b/>
                <w:sz w:val="16"/>
                <w:szCs w:val="16"/>
              </w:rPr>
              <w:t>logical sequence</w:t>
            </w:r>
            <w:r w:rsidR="000E21EE">
              <w:rPr>
                <w:rFonts w:asciiTheme="minorHAnsi" w:hAnsiTheme="minorHAnsi" w:cs="Arial"/>
                <w:sz w:val="16"/>
                <w:szCs w:val="16"/>
              </w:rPr>
              <w:t xml:space="preserve"> which audience can follow.</w:t>
            </w:r>
          </w:p>
          <w:p w:rsidR="00E73A07" w:rsidRPr="000E21EE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7825CB" w:rsidRPr="000E21EE" w:rsidRDefault="00E73A07" w:rsidP="007825C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E21EE">
              <w:rPr>
                <w:sz w:val="16"/>
                <w:szCs w:val="16"/>
              </w:rPr>
              <w:t>-</w:t>
            </w:r>
            <w:r w:rsidRPr="000E21EE">
              <w:rPr>
                <w:rFonts w:cs="Calibri"/>
                <w:sz w:val="16"/>
                <w:szCs w:val="16"/>
              </w:rPr>
              <w:t xml:space="preserve"> Hesitant.  </w:t>
            </w:r>
          </w:p>
          <w:p w:rsidR="00E73A07" w:rsidRPr="000E21EE" w:rsidRDefault="00E73A07" w:rsidP="007825C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0E21EE">
              <w:rPr>
                <w:rFonts w:cs="Calibri"/>
                <w:sz w:val="16"/>
                <w:szCs w:val="16"/>
              </w:rPr>
              <w:t xml:space="preserve">-Strong influence by first language  </w:t>
            </w:r>
          </w:p>
          <w:p w:rsidR="00E73A07" w:rsidRPr="000E21EE" w:rsidRDefault="00E73A07" w:rsidP="007825C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trike/>
                <w:color w:val="FF0000"/>
                <w:sz w:val="16"/>
                <w:szCs w:val="16"/>
              </w:rPr>
            </w:pPr>
            <w:r w:rsidRPr="000E21EE">
              <w:rPr>
                <w:rFonts w:cs="Calibri"/>
                <w:sz w:val="16"/>
                <w:szCs w:val="16"/>
              </w:rPr>
              <w:t>-Frequent misunderstandings, can generally be understood</w:t>
            </w:r>
          </w:p>
        </w:tc>
        <w:tc>
          <w:tcPr>
            <w:tcW w:w="2170" w:type="dxa"/>
          </w:tcPr>
          <w:p w:rsidR="0011015D" w:rsidRPr="000E21EE" w:rsidRDefault="0011015D" w:rsidP="0011015D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E21EE">
              <w:rPr>
                <w:rFonts w:asciiTheme="minorHAnsi" w:hAnsiTheme="minorHAnsi" w:cs="Arial"/>
                <w:sz w:val="16"/>
                <w:szCs w:val="16"/>
              </w:rPr>
              <w:t xml:space="preserve">Student presents information in </w:t>
            </w:r>
            <w:r w:rsidRPr="000E21EE">
              <w:rPr>
                <w:rFonts w:asciiTheme="minorHAnsi" w:hAnsiTheme="minorHAnsi" w:cs="Arial"/>
                <w:b/>
                <w:sz w:val="16"/>
                <w:szCs w:val="16"/>
              </w:rPr>
              <w:t>logical, interesting sequence</w:t>
            </w:r>
            <w:r w:rsidR="000E21EE">
              <w:rPr>
                <w:rFonts w:asciiTheme="minorHAnsi" w:hAnsiTheme="minorHAnsi" w:cs="Arial"/>
                <w:sz w:val="16"/>
                <w:szCs w:val="16"/>
              </w:rPr>
              <w:t xml:space="preserve"> which audience can follow.</w:t>
            </w:r>
          </w:p>
          <w:p w:rsidR="00E73A07" w:rsidRPr="000E21EE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</w:p>
          <w:p w:rsidR="00E73A07" w:rsidRPr="000E21EE" w:rsidRDefault="00E73A07" w:rsidP="007825C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FF0000"/>
                <w:sz w:val="16"/>
                <w:szCs w:val="16"/>
              </w:rPr>
            </w:pPr>
            <w:r w:rsidRPr="000E21EE">
              <w:rPr>
                <w:sz w:val="16"/>
                <w:szCs w:val="16"/>
              </w:rPr>
              <w:t>-</w:t>
            </w:r>
            <w:r w:rsidRPr="000E21EE">
              <w:rPr>
                <w:rFonts w:cs="Calibri"/>
                <w:sz w:val="16"/>
                <w:szCs w:val="16"/>
              </w:rPr>
              <w:t xml:space="preserve"> </w:t>
            </w:r>
            <w:r w:rsidR="007825CB" w:rsidRPr="000E21EE">
              <w:rPr>
                <w:rFonts w:cs="Calibri"/>
                <w:sz w:val="16"/>
                <w:szCs w:val="16"/>
              </w:rPr>
              <w:t>Speech is</w:t>
            </w:r>
            <w:r w:rsidRPr="000E21EE">
              <w:rPr>
                <w:rFonts w:cs="Calibri"/>
                <w:sz w:val="16"/>
                <w:szCs w:val="16"/>
              </w:rPr>
              <w:t xml:space="preserve"> slightly influenced by first language, understood by sympathetic interlocutors, </w:t>
            </w:r>
            <w:r w:rsidR="007825CB" w:rsidRPr="000E21EE">
              <w:rPr>
                <w:rFonts w:cs="Calibri"/>
                <w:sz w:val="16"/>
                <w:szCs w:val="16"/>
              </w:rPr>
              <w:t>mostly</w:t>
            </w:r>
            <w:r w:rsidRPr="000E21EE">
              <w:rPr>
                <w:rFonts w:cs="Calibri"/>
                <w:sz w:val="16"/>
                <w:szCs w:val="16"/>
              </w:rPr>
              <w:t xml:space="preserve"> by those accustomed to dealing with non-natives.</w:t>
            </w:r>
          </w:p>
        </w:tc>
        <w:tc>
          <w:tcPr>
            <w:tcW w:w="2171" w:type="dxa"/>
          </w:tcPr>
          <w:p w:rsidR="0011015D" w:rsidRDefault="0011015D" w:rsidP="0011015D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0E21EE">
              <w:rPr>
                <w:rFonts w:asciiTheme="minorHAnsi" w:hAnsiTheme="minorHAnsi" w:cs="Arial"/>
                <w:sz w:val="16"/>
                <w:szCs w:val="16"/>
              </w:rPr>
              <w:t xml:space="preserve">(Student presents </w:t>
            </w:r>
            <w:r w:rsidRPr="000E21EE">
              <w:rPr>
                <w:rFonts w:asciiTheme="minorHAnsi" w:hAnsiTheme="minorHAnsi" w:cs="Arial"/>
                <w:b/>
                <w:sz w:val="16"/>
                <w:szCs w:val="16"/>
              </w:rPr>
              <w:t>main idea in a well-developed form</w:t>
            </w:r>
            <w:r w:rsidRPr="000E21EE">
              <w:rPr>
                <w:rFonts w:asciiTheme="minorHAnsi" w:hAnsiTheme="minorHAnsi" w:cs="Arial"/>
                <w:sz w:val="16"/>
                <w:szCs w:val="16"/>
              </w:rPr>
              <w:t xml:space="preserve">.  Information is linked to main idea in a </w:t>
            </w:r>
            <w:r w:rsidRPr="000E21EE">
              <w:rPr>
                <w:rFonts w:asciiTheme="minorHAnsi" w:hAnsiTheme="minorHAnsi" w:cs="Arial"/>
                <w:b/>
                <w:sz w:val="16"/>
                <w:szCs w:val="16"/>
              </w:rPr>
              <w:t>cohesive sequence</w:t>
            </w:r>
            <w:r w:rsidRPr="000E21EE">
              <w:rPr>
                <w:rFonts w:asciiTheme="minorHAnsi" w:hAnsiTheme="minorHAnsi" w:cs="Arial"/>
                <w:sz w:val="16"/>
                <w:szCs w:val="16"/>
              </w:rPr>
              <w:t xml:space="preserve"> which audience can follow.</w:t>
            </w:r>
          </w:p>
          <w:p w:rsidR="000E21EE" w:rsidRDefault="000E21EE" w:rsidP="0011015D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  <w:p w:rsidR="00E73A07" w:rsidRPr="000E21EE" w:rsidRDefault="00E73A07" w:rsidP="007825CB">
            <w:pPr>
              <w:spacing w:after="0" w:line="240" w:lineRule="auto"/>
              <w:rPr>
                <w:b/>
                <w:color w:val="FF0000"/>
                <w:sz w:val="16"/>
                <w:szCs w:val="16"/>
              </w:rPr>
            </w:pPr>
            <w:r w:rsidRPr="000E21EE">
              <w:rPr>
                <w:sz w:val="16"/>
                <w:szCs w:val="16"/>
              </w:rPr>
              <w:t>-</w:t>
            </w:r>
            <w:r w:rsidRPr="000E21EE">
              <w:rPr>
                <w:rFonts w:cs="Calibri"/>
                <w:sz w:val="16"/>
                <w:szCs w:val="16"/>
              </w:rPr>
              <w:t xml:space="preserve"> speech may contain pauses, reformulations and self-corrections as they search for adequate vocabulary and appropriate language forms</w:t>
            </w:r>
          </w:p>
        </w:tc>
        <w:tc>
          <w:tcPr>
            <w:tcW w:w="2171" w:type="dxa"/>
          </w:tcPr>
          <w:p w:rsidR="000E21EE" w:rsidRPr="000E21EE" w:rsidRDefault="0011015D" w:rsidP="000E21EE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  <w:r w:rsidRPr="000E21EE">
              <w:rPr>
                <w:rFonts w:asciiTheme="minorHAnsi" w:hAnsiTheme="minorHAnsi" w:cs="Arial"/>
                <w:b/>
                <w:sz w:val="16"/>
                <w:szCs w:val="16"/>
              </w:rPr>
              <w:t>Main idea stated in a well-developed</w:t>
            </w:r>
            <w:r w:rsidRPr="000E21EE">
              <w:rPr>
                <w:rFonts w:asciiTheme="minorHAnsi" w:hAnsiTheme="minorHAnsi" w:cs="Arial"/>
                <w:sz w:val="16"/>
                <w:szCs w:val="16"/>
              </w:rPr>
              <w:t xml:space="preserve"> form, information is linked to main idea in a </w:t>
            </w:r>
            <w:r w:rsidRPr="000E21EE">
              <w:rPr>
                <w:rFonts w:asciiTheme="minorHAnsi" w:hAnsiTheme="minorHAnsi" w:cs="Arial"/>
                <w:b/>
                <w:sz w:val="16"/>
                <w:szCs w:val="16"/>
              </w:rPr>
              <w:t>cohesive sequence</w:t>
            </w:r>
            <w:r w:rsidRPr="000E21EE">
              <w:rPr>
                <w:rFonts w:asciiTheme="minorHAnsi" w:hAnsiTheme="minorHAnsi" w:cs="Arial"/>
                <w:sz w:val="16"/>
                <w:szCs w:val="16"/>
              </w:rPr>
              <w:t xml:space="preserve"> and </w:t>
            </w:r>
            <w:r w:rsidRPr="000E21EE">
              <w:rPr>
                <w:rFonts w:asciiTheme="minorHAnsi" w:hAnsiTheme="minorHAnsi" w:cs="Arial"/>
                <w:b/>
                <w:sz w:val="16"/>
                <w:szCs w:val="16"/>
              </w:rPr>
              <w:t>conclusion effectively wraps up</w:t>
            </w:r>
            <w:r w:rsidR="000E21EE" w:rsidRPr="000E21EE">
              <w:rPr>
                <w:rFonts w:asciiTheme="minorHAnsi" w:hAnsiTheme="minorHAnsi" w:cs="Arial"/>
                <w:sz w:val="16"/>
                <w:szCs w:val="16"/>
              </w:rPr>
              <w:t xml:space="preserve"> entire speech.</w:t>
            </w:r>
          </w:p>
          <w:p w:rsidR="000E21EE" w:rsidRPr="000E21EE" w:rsidRDefault="000E21EE" w:rsidP="000E21EE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  <w:p w:rsidR="000E21EE" w:rsidRPr="000E21EE" w:rsidRDefault="000E21EE" w:rsidP="000E21EE">
            <w:pPr>
              <w:spacing w:after="0" w:line="240" w:lineRule="auto"/>
              <w:rPr>
                <w:rFonts w:asciiTheme="minorHAnsi" w:hAnsiTheme="minorHAnsi" w:cs="Arial"/>
                <w:sz w:val="16"/>
                <w:szCs w:val="16"/>
              </w:rPr>
            </w:pPr>
          </w:p>
          <w:p w:rsidR="00E73A07" w:rsidRPr="000E21EE" w:rsidRDefault="00E73A07" w:rsidP="000E21EE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0E21EE">
              <w:rPr>
                <w:sz w:val="16"/>
                <w:szCs w:val="16"/>
              </w:rPr>
              <w:t>Little hesitation with fluid conversation</w:t>
            </w:r>
          </w:p>
        </w:tc>
      </w:tr>
      <w:tr w:rsidR="00E73A07" w:rsidRPr="00815842" w:rsidTr="0011015D">
        <w:trPr>
          <w:jc w:val="center"/>
        </w:trPr>
        <w:tc>
          <w:tcPr>
            <w:tcW w:w="1684" w:type="dxa"/>
          </w:tcPr>
          <w:p w:rsidR="00E73A07" w:rsidRPr="006C53B6" w:rsidRDefault="00E73A07" w:rsidP="007825CB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 xml:space="preserve">Vocabulary:  </w:t>
            </w:r>
          </w:p>
          <w:p w:rsidR="00E73A07" w:rsidRPr="006C53B6" w:rsidRDefault="00E73A07" w:rsidP="007825CB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-Checkpoint C  </w:t>
            </w:r>
          </w:p>
          <w:p w:rsidR="00E73A07" w:rsidRPr="006C53B6" w:rsidRDefault="00E73A07" w:rsidP="007825CB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-Variety </w:t>
            </w:r>
          </w:p>
        </w:tc>
        <w:tc>
          <w:tcPr>
            <w:tcW w:w="2250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There is a </w:t>
            </w:r>
            <w:r w:rsidRPr="007825CB">
              <w:rPr>
                <w:b/>
                <w:sz w:val="16"/>
                <w:szCs w:val="16"/>
              </w:rPr>
              <w:t>moderate variety of vocabular</w:t>
            </w:r>
            <w:r w:rsidRPr="007825CB">
              <w:rPr>
                <w:sz w:val="16"/>
                <w:szCs w:val="16"/>
              </w:rPr>
              <w:t xml:space="preserve">y connected to the task, though </w:t>
            </w:r>
            <w:r w:rsidRPr="007825CB">
              <w:rPr>
                <w:b/>
                <w:sz w:val="16"/>
                <w:szCs w:val="16"/>
              </w:rPr>
              <w:t>limited to</w:t>
            </w:r>
            <w:r w:rsidRPr="007825CB">
              <w:rPr>
                <w:sz w:val="16"/>
                <w:szCs w:val="16"/>
              </w:rPr>
              <w:t xml:space="preserve">  </w:t>
            </w:r>
            <w:r w:rsidRPr="007825CB">
              <w:rPr>
                <w:b/>
                <w:sz w:val="16"/>
                <w:szCs w:val="16"/>
              </w:rPr>
              <w:t>Checkpoint A</w:t>
            </w:r>
            <w:r w:rsidRPr="007825CB">
              <w:rPr>
                <w:sz w:val="16"/>
                <w:szCs w:val="16"/>
              </w:rPr>
              <w:t xml:space="preserve">. There is </w:t>
            </w:r>
            <w:r w:rsidRPr="007825CB">
              <w:rPr>
                <w:b/>
                <w:sz w:val="16"/>
                <w:szCs w:val="16"/>
              </w:rPr>
              <w:t>repetition</w:t>
            </w:r>
            <w:r w:rsidRPr="007825CB">
              <w:rPr>
                <w:sz w:val="16"/>
                <w:szCs w:val="16"/>
              </w:rPr>
              <w:t xml:space="preserve">.  The use of </w:t>
            </w:r>
            <w:r w:rsidRPr="007825CB">
              <w:rPr>
                <w:b/>
                <w:sz w:val="16"/>
                <w:szCs w:val="16"/>
              </w:rPr>
              <w:t>inaccurate vocabulary may be present.</w:t>
            </w:r>
          </w:p>
        </w:tc>
        <w:tc>
          <w:tcPr>
            <w:tcW w:w="2271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There is a </w:t>
            </w:r>
            <w:r w:rsidRPr="007825CB">
              <w:rPr>
                <w:b/>
                <w:sz w:val="16"/>
                <w:szCs w:val="16"/>
              </w:rPr>
              <w:t>variety of vocabular</w:t>
            </w:r>
            <w:r w:rsidRPr="007825CB">
              <w:rPr>
                <w:sz w:val="16"/>
                <w:szCs w:val="16"/>
              </w:rPr>
              <w:t xml:space="preserve">y connected to the task, </w:t>
            </w:r>
            <w:r w:rsidRPr="007825CB">
              <w:rPr>
                <w:b/>
                <w:sz w:val="16"/>
                <w:szCs w:val="16"/>
              </w:rPr>
              <w:t xml:space="preserve">limited </w:t>
            </w:r>
            <w:r w:rsidR="007825CB" w:rsidRPr="007825CB">
              <w:rPr>
                <w:b/>
                <w:sz w:val="16"/>
                <w:szCs w:val="16"/>
              </w:rPr>
              <w:t>to Checkpoints</w:t>
            </w:r>
            <w:r w:rsidRPr="007825CB">
              <w:rPr>
                <w:b/>
                <w:sz w:val="16"/>
                <w:szCs w:val="16"/>
              </w:rPr>
              <w:t xml:space="preserve"> A &amp; B</w:t>
            </w:r>
            <w:r w:rsidRPr="007825CB">
              <w:rPr>
                <w:sz w:val="16"/>
                <w:szCs w:val="16"/>
              </w:rPr>
              <w:t xml:space="preserve">. There is </w:t>
            </w:r>
            <w:r w:rsidR="007825CB">
              <w:rPr>
                <w:b/>
                <w:sz w:val="16"/>
                <w:szCs w:val="16"/>
              </w:rPr>
              <w:t>some</w:t>
            </w:r>
            <w:r w:rsidRPr="007825CB">
              <w:rPr>
                <w:b/>
                <w:sz w:val="16"/>
                <w:szCs w:val="16"/>
              </w:rPr>
              <w:t xml:space="preserve"> repetition</w:t>
            </w:r>
            <w:r w:rsidRPr="007825CB">
              <w:rPr>
                <w:sz w:val="16"/>
                <w:szCs w:val="16"/>
              </w:rPr>
              <w:t xml:space="preserve">.  The use of </w:t>
            </w:r>
            <w:r w:rsidRPr="007825CB">
              <w:rPr>
                <w:b/>
                <w:sz w:val="16"/>
                <w:szCs w:val="16"/>
              </w:rPr>
              <w:t>inaccurate vocabulary may be present.</w:t>
            </w:r>
          </w:p>
        </w:tc>
        <w:tc>
          <w:tcPr>
            <w:tcW w:w="2171" w:type="dxa"/>
          </w:tcPr>
          <w:p w:rsidR="00E73A07" w:rsidRPr="007825CB" w:rsidRDefault="00E73A07" w:rsidP="0011015D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There is a </w:t>
            </w:r>
            <w:r w:rsidRPr="007825CB">
              <w:rPr>
                <w:b/>
                <w:sz w:val="16"/>
                <w:szCs w:val="16"/>
              </w:rPr>
              <w:t>wide variety of vocabular</w:t>
            </w:r>
            <w:r w:rsidRPr="007825CB">
              <w:rPr>
                <w:sz w:val="16"/>
                <w:szCs w:val="16"/>
              </w:rPr>
              <w:t xml:space="preserve">y </w:t>
            </w:r>
            <w:r w:rsidRPr="007825CB">
              <w:rPr>
                <w:b/>
                <w:sz w:val="16"/>
                <w:szCs w:val="16"/>
              </w:rPr>
              <w:t>mostly relevant</w:t>
            </w:r>
            <w:r w:rsidRPr="007825CB">
              <w:rPr>
                <w:sz w:val="16"/>
                <w:szCs w:val="16"/>
              </w:rPr>
              <w:t xml:space="preserve"> to </w:t>
            </w:r>
            <w:r w:rsidRPr="007825CB">
              <w:rPr>
                <w:b/>
                <w:sz w:val="16"/>
                <w:szCs w:val="16"/>
              </w:rPr>
              <w:t>Checkpoint A &amp; B</w:t>
            </w:r>
            <w:r w:rsidRPr="007825CB">
              <w:rPr>
                <w:sz w:val="16"/>
                <w:szCs w:val="16"/>
              </w:rPr>
              <w:t xml:space="preserve"> vocabulary, and </w:t>
            </w:r>
            <w:r w:rsidRPr="007825CB">
              <w:rPr>
                <w:b/>
                <w:sz w:val="16"/>
                <w:szCs w:val="16"/>
              </w:rPr>
              <w:t>emerging use of Checkpoint C</w:t>
            </w:r>
            <w:r w:rsidRPr="007825CB">
              <w:rPr>
                <w:sz w:val="16"/>
                <w:szCs w:val="16"/>
              </w:rPr>
              <w:t xml:space="preserve"> with </w:t>
            </w:r>
            <w:r w:rsidRPr="007825CB">
              <w:rPr>
                <w:b/>
                <w:sz w:val="16"/>
                <w:szCs w:val="16"/>
              </w:rPr>
              <w:t>minimal repetition.</w:t>
            </w:r>
            <w:r w:rsidRPr="007825CB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70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There is a </w:t>
            </w:r>
            <w:r w:rsidRPr="007825CB">
              <w:rPr>
                <w:b/>
                <w:sz w:val="16"/>
                <w:szCs w:val="16"/>
              </w:rPr>
              <w:t>moderate variety of vocabular</w:t>
            </w:r>
            <w:r w:rsidRPr="007825CB">
              <w:rPr>
                <w:sz w:val="16"/>
                <w:szCs w:val="16"/>
              </w:rPr>
              <w:t xml:space="preserve">y relevant to </w:t>
            </w:r>
            <w:r w:rsidRPr="007825CB">
              <w:rPr>
                <w:b/>
                <w:sz w:val="16"/>
                <w:szCs w:val="16"/>
              </w:rPr>
              <w:t>Checkpoint C and Checkpoint A &amp; B</w:t>
            </w:r>
            <w:r w:rsidRPr="007825CB">
              <w:rPr>
                <w:sz w:val="16"/>
                <w:szCs w:val="16"/>
              </w:rPr>
              <w:t xml:space="preserve"> vocabulary is used effectively, with </w:t>
            </w:r>
            <w:r w:rsidRPr="007825CB">
              <w:rPr>
                <w:b/>
                <w:sz w:val="16"/>
                <w:szCs w:val="16"/>
              </w:rPr>
              <w:t>minimal repetition</w:t>
            </w:r>
            <w:r w:rsidRPr="007825CB">
              <w:rPr>
                <w:sz w:val="16"/>
                <w:szCs w:val="16"/>
              </w:rPr>
              <w:t xml:space="preserve">.  </w:t>
            </w:r>
          </w:p>
        </w:tc>
        <w:tc>
          <w:tcPr>
            <w:tcW w:w="2171" w:type="dxa"/>
          </w:tcPr>
          <w:p w:rsidR="00E73A07" w:rsidRPr="007825CB" w:rsidRDefault="00E73A07" w:rsidP="007825CB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There is a </w:t>
            </w:r>
            <w:r w:rsidRPr="007825CB">
              <w:rPr>
                <w:b/>
                <w:sz w:val="16"/>
                <w:szCs w:val="16"/>
              </w:rPr>
              <w:t>wide range of vocabular</w:t>
            </w:r>
            <w:r w:rsidRPr="007825CB">
              <w:rPr>
                <w:sz w:val="16"/>
                <w:szCs w:val="16"/>
              </w:rPr>
              <w:t xml:space="preserve">y relevant to </w:t>
            </w:r>
            <w:r w:rsidRPr="007825CB">
              <w:rPr>
                <w:b/>
                <w:sz w:val="16"/>
                <w:szCs w:val="16"/>
              </w:rPr>
              <w:t>Checkpoint C and Checkpoint A &amp; B</w:t>
            </w:r>
            <w:r w:rsidRPr="007825CB">
              <w:rPr>
                <w:sz w:val="16"/>
                <w:szCs w:val="16"/>
              </w:rPr>
              <w:t xml:space="preserve"> vocabulary is used effectively, with </w:t>
            </w:r>
            <w:r w:rsidRPr="007825CB">
              <w:rPr>
                <w:b/>
                <w:sz w:val="16"/>
                <w:szCs w:val="16"/>
              </w:rPr>
              <w:t>minimal repetition</w:t>
            </w:r>
            <w:r w:rsidRPr="007825CB">
              <w:rPr>
                <w:sz w:val="16"/>
                <w:szCs w:val="16"/>
              </w:rPr>
              <w:t>.  May include cultural expressions.</w:t>
            </w:r>
          </w:p>
        </w:tc>
        <w:tc>
          <w:tcPr>
            <w:tcW w:w="2171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There is </w:t>
            </w:r>
            <w:r w:rsidRPr="007825CB">
              <w:rPr>
                <w:b/>
                <w:sz w:val="16"/>
                <w:szCs w:val="16"/>
              </w:rPr>
              <w:t>extensive vocabulary</w:t>
            </w:r>
            <w:r w:rsidRPr="007825CB">
              <w:rPr>
                <w:sz w:val="16"/>
                <w:szCs w:val="16"/>
              </w:rPr>
              <w:t xml:space="preserve"> relevant to </w:t>
            </w:r>
            <w:r w:rsidRPr="007825CB">
              <w:rPr>
                <w:b/>
                <w:sz w:val="16"/>
                <w:szCs w:val="16"/>
              </w:rPr>
              <w:t>Checkpoint C and Checkpoint A &amp; B</w:t>
            </w:r>
            <w:r w:rsidRPr="007825CB">
              <w:rPr>
                <w:sz w:val="16"/>
                <w:szCs w:val="16"/>
              </w:rPr>
              <w:t xml:space="preserve"> vocabulary is used effectively, with </w:t>
            </w:r>
            <w:r w:rsidRPr="007825CB">
              <w:rPr>
                <w:b/>
                <w:sz w:val="16"/>
                <w:szCs w:val="16"/>
              </w:rPr>
              <w:t>minimal repetition</w:t>
            </w:r>
            <w:r w:rsidRPr="007825CB">
              <w:rPr>
                <w:sz w:val="16"/>
                <w:szCs w:val="16"/>
              </w:rPr>
              <w:t xml:space="preserve">.  </w:t>
            </w:r>
          </w:p>
          <w:p w:rsidR="00E73A07" w:rsidRPr="007825CB" w:rsidRDefault="00E73A07" w:rsidP="007825CB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>May include culturally appropriate expressions.</w:t>
            </w:r>
          </w:p>
        </w:tc>
      </w:tr>
      <w:tr w:rsidR="00E73A07" w:rsidRPr="00815842" w:rsidTr="0011015D">
        <w:trPr>
          <w:trHeight w:val="2105"/>
          <w:jc w:val="center"/>
        </w:trPr>
        <w:tc>
          <w:tcPr>
            <w:tcW w:w="1684" w:type="dxa"/>
          </w:tcPr>
          <w:p w:rsidR="00E73A07" w:rsidRPr="006C53B6" w:rsidRDefault="00E73A07" w:rsidP="007825CB">
            <w:pPr>
              <w:pStyle w:val="NoSpacing"/>
              <w:rPr>
                <w:b/>
                <w:sz w:val="16"/>
                <w:szCs w:val="16"/>
              </w:rPr>
            </w:pPr>
            <w:r w:rsidRPr="006C53B6">
              <w:rPr>
                <w:b/>
                <w:sz w:val="16"/>
                <w:szCs w:val="16"/>
              </w:rPr>
              <w:t xml:space="preserve">Structure:  </w:t>
            </w:r>
          </w:p>
          <w:p w:rsidR="00E73A07" w:rsidRPr="006C53B6" w:rsidRDefault="00E73A07" w:rsidP="007825CB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-Checkpoint C </w:t>
            </w:r>
          </w:p>
          <w:p w:rsidR="00E73A07" w:rsidRPr="006C53B6" w:rsidRDefault="00E73A07" w:rsidP="007825CB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-Gram</w:t>
            </w:r>
            <w:r w:rsidR="0011015D">
              <w:rPr>
                <w:sz w:val="16"/>
                <w:szCs w:val="16"/>
              </w:rPr>
              <w:t xml:space="preserve"> variety </w:t>
            </w:r>
          </w:p>
          <w:p w:rsidR="00E73A07" w:rsidRPr="006C53B6" w:rsidRDefault="00E73A07" w:rsidP="007825CB">
            <w:pPr>
              <w:pStyle w:val="NoSpacing"/>
              <w:rPr>
                <w:sz w:val="16"/>
                <w:szCs w:val="16"/>
              </w:rPr>
            </w:pPr>
            <w:r w:rsidRPr="006C53B6">
              <w:rPr>
                <w:sz w:val="16"/>
                <w:szCs w:val="16"/>
              </w:rPr>
              <w:t xml:space="preserve">     -Accurateness</w:t>
            </w:r>
            <w:r w:rsidRPr="006C53B6">
              <w:rPr>
                <w:sz w:val="16"/>
                <w:szCs w:val="16"/>
              </w:rPr>
              <w:tab/>
            </w:r>
          </w:p>
          <w:p w:rsidR="00E73A07" w:rsidRPr="006C53B6" w:rsidRDefault="00E73A07" w:rsidP="007825CB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250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Structure and conventions </w:t>
            </w:r>
            <w:r w:rsidRPr="007825CB">
              <w:rPr>
                <w:b/>
                <w:sz w:val="16"/>
                <w:szCs w:val="16"/>
              </w:rPr>
              <w:t xml:space="preserve">meet Checkpoint A with few errors </w:t>
            </w:r>
            <w:r w:rsidRPr="007825CB">
              <w:rPr>
                <w:sz w:val="16"/>
                <w:szCs w:val="16"/>
              </w:rPr>
              <w:t xml:space="preserve">or </w:t>
            </w:r>
            <w:r w:rsidRPr="007825CB">
              <w:rPr>
                <w:b/>
                <w:sz w:val="16"/>
                <w:szCs w:val="16"/>
              </w:rPr>
              <w:t>meets Checkpoint B with errors</w:t>
            </w:r>
            <w:r w:rsidRPr="007825CB">
              <w:rPr>
                <w:sz w:val="16"/>
                <w:szCs w:val="16"/>
              </w:rPr>
              <w:t xml:space="preserve"> that </w:t>
            </w:r>
            <w:r w:rsidRPr="007825CB">
              <w:rPr>
                <w:b/>
                <w:sz w:val="16"/>
                <w:szCs w:val="16"/>
              </w:rPr>
              <w:t>may hinder overall comprehension</w:t>
            </w:r>
            <w:r w:rsidRPr="007825CB">
              <w:rPr>
                <w:sz w:val="16"/>
                <w:szCs w:val="16"/>
              </w:rPr>
              <w:t xml:space="preserve">. STUDENT narrates and describes in </w:t>
            </w:r>
            <w:r w:rsidRPr="007825CB">
              <w:rPr>
                <w:b/>
                <w:sz w:val="16"/>
                <w:szCs w:val="16"/>
              </w:rPr>
              <w:t>one major time frame</w:t>
            </w:r>
            <w:r w:rsidRPr="007825CB">
              <w:rPr>
                <w:sz w:val="16"/>
                <w:szCs w:val="16"/>
              </w:rPr>
              <w:t xml:space="preserve"> (present, past or future). </w:t>
            </w:r>
            <w:r w:rsidRPr="007825CB">
              <w:rPr>
                <w:b/>
                <w:sz w:val="16"/>
                <w:szCs w:val="16"/>
              </w:rPr>
              <w:t>Uses only indicative mood.</w:t>
            </w:r>
          </w:p>
        </w:tc>
        <w:tc>
          <w:tcPr>
            <w:tcW w:w="2271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Structure and conventions </w:t>
            </w:r>
            <w:r w:rsidRPr="007825CB">
              <w:rPr>
                <w:b/>
                <w:sz w:val="16"/>
                <w:szCs w:val="16"/>
              </w:rPr>
              <w:t>meet Checkpoint B with some errors</w:t>
            </w:r>
            <w:r w:rsidRPr="007825CB">
              <w:rPr>
                <w:sz w:val="16"/>
                <w:szCs w:val="16"/>
              </w:rPr>
              <w:t xml:space="preserve">.  Errors do not hinder overall comprehension. STUDENT narrates and describes in </w:t>
            </w:r>
            <w:r w:rsidRPr="007825CB">
              <w:rPr>
                <w:b/>
                <w:sz w:val="16"/>
                <w:szCs w:val="16"/>
              </w:rPr>
              <w:t>two major time frames</w:t>
            </w:r>
            <w:r w:rsidRPr="007825CB">
              <w:rPr>
                <w:sz w:val="16"/>
                <w:szCs w:val="16"/>
              </w:rPr>
              <w:t xml:space="preserve"> (present, past or future). </w:t>
            </w:r>
            <w:r w:rsidRPr="007825CB">
              <w:rPr>
                <w:b/>
                <w:sz w:val="16"/>
                <w:szCs w:val="16"/>
              </w:rPr>
              <w:t>Uses only indicative mood.</w:t>
            </w:r>
          </w:p>
        </w:tc>
        <w:tc>
          <w:tcPr>
            <w:tcW w:w="2171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Structure and conventions are </w:t>
            </w:r>
            <w:r w:rsidRPr="007825CB">
              <w:rPr>
                <w:b/>
                <w:sz w:val="16"/>
                <w:szCs w:val="16"/>
              </w:rPr>
              <w:t>approaching Checkpoint C with some errors</w:t>
            </w:r>
            <w:r w:rsidRPr="007825CB">
              <w:rPr>
                <w:sz w:val="16"/>
                <w:szCs w:val="16"/>
              </w:rPr>
              <w:t xml:space="preserve"> while </w:t>
            </w:r>
            <w:r w:rsidRPr="007825CB">
              <w:rPr>
                <w:b/>
                <w:sz w:val="16"/>
                <w:szCs w:val="16"/>
              </w:rPr>
              <w:t>meet Checkpoint B with few errors</w:t>
            </w:r>
            <w:r w:rsidRPr="007825CB">
              <w:rPr>
                <w:sz w:val="16"/>
                <w:szCs w:val="16"/>
              </w:rPr>
              <w:t xml:space="preserve">.  Errors do not hinder overall comprehension. STUDENT </w:t>
            </w:r>
            <w:r w:rsidRPr="007825CB">
              <w:rPr>
                <w:b/>
                <w:sz w:val="16"/>
                <w:szCs w:val="16"/>
              </w:rPr>
              <w:t xml:space="preserve">attempts </w:t>
            </w:r>
            <w:r w:rsidRPr="007825CB">
              <w:rPr>
                <w:sz w:val="16"/>
                <w:szCs w:val="16"/>
              </w:rPr>
              <w:t>to</w:t>
            </w:r>
            <w:r w:rsidRPr="007825CB">
              <w:rPr>
                <w:b/>
                <w:sz w:val="16"/>
                <w:szCs w:val="16"/>
              </w:rPr>
              <w:t xml:space="preserve"> </w:t>
            </w:r>
            <w:r w:rsidRPr="007825CB">
              <w:rPr>
                <w:sz w:val="16"/>
                <w:szCs w:val="16"/>
              </w:rPr>
              <w:t xml:space="preserve">narrate and describe in </w:t>
            </w:r>
            <w:r w:rsidRPr="007825CB">
              <w:rPr>
                <w:b/>
                <w:sz w:val="16"/>
                <w:szCs w:val="16"/>
              </w:rPr>
              <w:t>all three major time frames</w:t>
            </w:r>
            <w:r w:rsidRPr="007825CB">
              <w:rPr>
                <w:sz w:val="16"/>
                <w:szCs w:val="16"/>
              </w:rPr>
              <w:t xml:space="preserve"> (present, past and future). </w:t>
            </w:r>
            <w:r w:rsidRPr="007825CB">
              <w:rPr>
                <w:b/>
                <w:sz w:val="16"/>
                <w:szCs w:val="16"/>
              </w:rPr>
              <w:t>Uses only indicative mood.</w:t>
            </w:r>
          </w:p>
        </w:tc>
        <w:tc>
          <w:tcPr>
            <w:tcW w:w="2170" w:type="dxa"/>
          </w:tcPr>
          <w:p w:rsidR="00E73A07" w:rsidRPr="007825CB" w:rsidRDefault="00E73A07" w:rsidP="007825CB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Structure and conventions </w:t>
            </w:r>
            <w:r w:rsidRPr="007825CB">
              <w:rPr>
                <w:b/>
                <w:sz w:val="16"/>
                <w:szCs w:val="16"/>
              </w:rPr>
              <w:t>meet Checkpoint C</w:t>
            </w:r>
            <w:r w:rsidRPr="007825CB">
              <w:rPr>
                <w:sz w:val="16"/>
                <w:szCs w:val="16"/>
              </w:rPr>
              <w:t xml:space="preserve">, with </w:t>
            </w:r>
            <w:r w:rsidRPr="007825CB">
              <w:rPr>
                <w:b/>
                <w:sz w:val="16"/>
                <w:szCs w:val="16"/>
              </w:rPr>
              <w:t>some errors</w:t>
            </w:r>
            <w:r w:rsidRPr="007825CB">
              <w:rPr>
                <w:sz w:val="16"/>
                <w:szCs w:val="16"/>
              </w:rPr>
              <w:t xml:space="preserve">.  Errors do not hinder comprehension. STUDENT narrates and describe in </w:t>
            </w:r>
            <w:r w:rsidRPr="007825CB">
              <w:rPr>
                <w:b/>
                <w:sz w:val="16"/>
                <w:szCs w:val="16"/>
              </w:rPr>
              <w:t>all three major time frames</w:t>
            </w:r>
            <w:r w:rsidRPr="007825CB">
              <w:rPr>
                <w:sz w:val="16"/>
                <w:szCs w:val="16"/>
              </w:rPr>
              <w:t xml:space="preserve"> (present, past and future) in both indicative and subjunctive. </w:t>
            </w:r>
            <w:r w:rsidRPr="007825CB">
              <w:rPr>
                <w:b/>
                <w:sz w:val="16"/>
                <w:szCs w:val="16"/>
              </w:rPr>
              <w:t>Attempts to provide both indicative and subjunctive moods</w:t>
            </w:r>
            <w:r w:rsidRPr="007825CB">
              <w:rPr>
                <w:sz w:val="16"/>
                <w:szCs w:val="16"/>
              </w:rPr>
              <w:t>.</w:t>
            </w:r>
          </w:p>
        </w:tc>
        <w:tc>
          <w:tcPr>
            <w:tcW w:w="2171" w:type="dxa"/>
          </w:tcPr>
          <w:p w:rsidR="00E73A07" w:rsidRPr="007825CB" w:rsidRDefault="00E73A07" w:rsidP="000E21EE">
            <w:pPr>
              <w:spacing w:after="0" w:line="240" w:lineRule="auto"/>
              <w:rPr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Structure and conventions </w:t>
            </w:r>
            <w:r w:rsidRPr="007825CB">
              <w:rPr>
                <w:b/>
                <w:sz w:val="16"/>
                <w:szCs w:val="16"/>
              </w:rPr>
              <w:t>meet Checkpoint C</w:t>
            </w:r>
            <w:r w:rsidRPr="007825CB">
              <w:rPr>
                <w:sz w:val="16"/>
                <w:szCs w:val="16"/>
              </w:rPr>
              <w:t xml:space="preserve">, with </w:t>
            </w:r>
            <w:r w:rsidRPr="007825CB">
              <w:rPr>
                <w:b/>
                <w:sz w:val="16"/>
                <w:szCs w:val="16"/>
              </w:rPr>
              <w:t>minimal errors</w:t>
            </w:r>
            <w:r w:rsidRPr="007825CB">
              <w:rPr>
                <w:sz w:val="16"/>
                <w:szCs w:val="16"/>
              </w:rPr>
              <w:t xml:space="preserve">.  Errors do not hinder comprehension. STUDENT narrates and describe in </w:t>
            </w:r>
            <w:r w:rsidRPr="007825CB">
              <w:rPr>
                <w:b/>
                <w:sz w:val="16"/>
                <w:szCs w:val="16"/>
              </w:rPr>
              <w:t>all three major time frames</w:t>
            </w:r>
            <w:r w:rsidRPr="007825CB">
              <w:rPr>
                <w:sz w:val="16"/>
                <w:szCs w:val="16"/>
              </w:rPr>
              <w:t xml:space="preserve"> (present, past and future) in both indicative and subjunctive. </w:t>
            </w:r>
            <w:r w:rsidR="000E21EE">
              <w:rPr>
                <w:sz w:val="16"/>
                <w:szCs w:val="16"/>
              </w:rPr>
              <w:t>P</w:t>
            </w:r>
            <w:r w:rsidR="000E21EE">
              <w:rPr>
                <w:b/>
                <w:sz w:val="16"/>
                <w:szCs w:val="16"/>
              </w:rPr>
              <w:t xml:space="preserve">rovides </w:t>
            </w:r>
            <w:r w:rsidRPr="007825CB">
              <w:rPr>
                <w:b/>
                <w:sz w:val="16"/>
                <w:szCs w:val="16"/>
              </w:rPr>
              <w:t>both indicative and subjunctive moods</w:t>
            </w:r>
            <w:r w:rsidRPr="007825CB">
              <w:rPr>
                <w:sz w:val="16"/>
                <w:szCs w:val="16"/>
              </w:rPr>
              <w:t>.</w:t>
            </w:r>
          </w:p>
        </w:tc>
        <w:tc>
          <w:tcPr>
            <w:tcW w:w="2171" w:type="dxa"/>
          </w:tcPr>
          <w:p w:rsidR="00E73A07" w:rsidRPr="007825CB" w:rsidRDefault="00E73A07" w:rsidP="007825CB">
            <w:pPr>
              <w:spacing w:after="0" w:line="240" w:lineRule="auto"/>
              <w:rPr>
                <w:color w:val="FF0000"/>
                <w:sz w:val="16"/>
                <w:szCs w:val="16"/>
              </w:rPr>
            </w:pPr>
            <w:r w:rsidRPr="007825CB">
              <w:rPr>
                <w:sz w:val="16"/>
                <w:szCs w:val="16"/>
              </w:rPr>
              <w:t xml:space="preserve">Structure and conventions meet </w:t>
            </w:r>
            <w:r w:rsidRPr="007825CB">
              <w:rPr>
                <w:b/>
                <w:sz w:val="16"/>
                <w:szCs w:val="16"/>
              </w:rPr>
              <w:t>Checkpoint C continuously</w:t>
            </w:r>
            <w:r w:rsidRPr="007825CB">
              <w:rPr>
                <w:sz w:val="16"/>
                <w:szCs w:val="16"/>
              </w:rPr>
              <w:t xml:space="preserve">, with </w:t>
            </w:r>
            <w:r w:rsidRPr="007825CB">
              <w:rPr>
                <w:b/>
                <w:sz w:val="16"/>
                <w:szCs w:val="16"/>
              </w:rPr>
              <w:t>minimal errors</w:t>
            </w:r>
            <w:r w:rsidRPr="007825CB">
              <w:rPr>
                <w:sz w:val="16"/>
                <w:szCs w:val="16"/>
              </w:rPr>
              <w:t xml:space="preserve">.  Errors do not hinder overall comprehension. STUDENT narrates and describe </w:t>
            </w:r>
            <w:r w:rsidRPr="007825CB">
              <w:rPr>
                <w:b/>
                <w:sz w:val="16"/>
                <w:szCs w:val="16"/>
              </w:rPr>
              <w:t>in all three major time frames</w:t>
            </w:r>
            <w:r w:rsidRPr="007825CB">
              <w:rPr>
                <w:sz w:val="16"/>
                <w:szCs w:val="16"/>
              </w:rPr>
              <w:t xml:space="preserve"> (present, past and future) in </w:t>
            </w:r>
            <w:r w:rsidRPr="007825CB">
              <w:rPr>
                <w:b/>
                <w:sz w:val="16"/>
                <w:szCs w:val="16"/>
              </w:rPr>
              <w:t>both indicative and subjunctive</w:t>
            </w:r>
            <w:r w:rsidRPr="007825CB">
              <w:rPr>
                <w:sz w:val="16"/>
                <w:szCs w:val="16"/>
              </w:rPr>
              <w:t>.</w:t>
            </w:r>
          </w:p>
        </w:tc>
      </w:tr>
    </w:tbl>
    <w:p w:rsidR="00815842" w:rsidRPr="00815842" w:rsidRDefault="00815842" w:rsidP="00815842">
      <w:pPr>
        <w:spacing w:after="0" w:line="240" w:lineRule="auto"/>
        <w:rPr>
          <w:b/>
          <w:sz w:val="16"/>
          <w:szCs w:val="16"/>
        </w:rPr>
        <w:sectPr w:rsidR="00815842" w:rsidRPr="00815842" w:rsidSect="00AD43AA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815842">
        <w:rPr>
          <w:b/>
          <w:sz w:val="16"/>
          <w:szCs w:val="16"/>
        </w:rPr>
        <w:t>Quarter 4 Conversion:</w:t>
      </w:r>
    </w:p>
    <w:p w:rsidR="00AD43AA" w:rsidRPr="00815842" w:rsidRDefault="00AD43AA" w:rsidP="00815842">
      <w:pPr>
        <w:spacing w:after="0" w:line="240" w:lineRule="auto"/>
        <w:rPr>
          <w:sz w:val="16"/>
          <w:szCs w:val="16"/>
        </w:rPr>
      </w:pPr>
      <w:r w:rsidRPr="00815842">
        <w:rPr>
          <w:b/>
          <w:sz w:val="16"/>
          <w:szCs w:val="16"/>
        </w:rPr>
        <w:lastRenderedPageBreak/>
        <w:t>24 = 100</w:t>
      </w:r>
      <w:r w:rsidRPr="00815842">
        <w:rPr>
          <w:b/>
          <w:sz w:val="16"/>
          <w:szCs w:val="16"/>
        </w:rPr>
        <w:tab/>
      </w:r>
      <w:r w:rsidR="00815842">
        <w:rPr>
          <w:b/>
          <w:sz w:val="16"/>
          <w:szCs w:val="16"/>
        </w:rPr>
        <w:tab/>
      </w:r>
      <w:r w:rsidRPr="00815842">
        <w:rPr>
          <w:sz w:val="16"/>
          <w:szCs w:val="16"/>
        </w:rPr>
        <w:t>23 = 97</w:t>
      </w:r>
      <w:r w:rsidRP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sz w:val="16"/>
          <w:szCs w:val="16"/>
        </w:rPr>
        <w:t>22 =</w:t>
      </w:r>
      <w:r w:rsidR="008D0464">
        <w:rPr>
          <w:sz w:val="16"/>
          <w:szCs w:val="16"/>
        </w:rPr>
        <w:t xml:space="preserve"> 9</w:t>
      </w:r>
      <w:bookmarkStart w:id="0" w:name="_GoBack"/>
      <w:bookmarkEnd w:id="0"/>
      <w:r w:rsidRPr="00815842">
        <w:rPr>
          <w:sz w:val="16"/>
          <w:szCs w:val="16"/>
        </w:rPr>
        <w:t>5</w:t>
      </w:r>
      <w:r w:rsidRP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sz w:val="16"/>
          <w:szCs w:val="16"/>
        </w:rPr>
        <w:t>21 = 92</w:t>
      </w:r>
      <w:r w:rsidRP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b/>
          <w:sz w:val="16"/>
          <w:szCs w:val="16"/>
        </w:rPr>
        <w:t>20 = 90</w:t>
      </w:r>
      <w:r w:rsidRPr="00815842">
        <w:rPr>
          <w:b/>
          <w:sz w:val="16"/>
          <w:szCs w:val="16"/>
        </w:rPr>
        <w:tab/>
      </w:r>
      <w:r w:rsidR="00815842">
        <w:rPr>
          <w:b/>
          <w:sz w:val="16"/>
          <w:szCs w:val="16"/>
        </w:rPr>
        <w:tab/>
      </w:r>
      <w:r w:rsidRPr="00815842">
        <w:rPr>
          <w:sz w:val="16"/>
          <w:szCs w:val="16"/>
        </w:rPr>
        <w:t>19 = 87</w:t>
      </w:r>
      <w:r w:rsidRP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sz w:val="16"/>
          <w:szCs w:val="16"/>
        </w:rPr>
        <w:t>18 = 85</w:t>
      </w:r>
      <w:r w:rsidRP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sz w:val="16"/>
          <w:szCs w:val="16"/>
        </w:rPr>
        <w:t>17 = 82</w:t>
      </w:r>
      <w:r w:rsid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b/>
          <w:sz w:val="16"/>
          <w:szCs w:val="16"/>
        </w:rPr>
        <w:t>16 = 80</w:t>
      </w:r>
      <w:r w:rsidRPr="00815842">
        <w:rPr>
          <w:b/>
          <w:sz w:val="16"/>
          <w:szCs w:val="16"/>
        </w:rPr>
        <w:tab/>
      </w:r>
      <w:r w:rsidR="00815842">
        <w:rPr>
          <w:b/>
          <w:sz w:val="16"/>
          <w:szCs w:val="16"/>
        </w:rPr>
        <w:tab/>
      </w:r>
      <w:r w:rsidRPr="00815842">
        <w:rPr>
          <w:sz w:val="16"/>
          <w:szCs w:val="16"/>
        </w:rPr>
        <w:t>15 = 77</w:t>
      </w:r>
      <w:r w:rsidR="00815842">
        <w:rPr>
          <w:sz w:val="16"/>
          <w:szCs w:val="16"/>
        </w:rPr>
        <w:tab/>
      </w:r>
      <w:r w:rsidRPr="00815842">
        <w:rPr>
          <w:sz w:val="16"/>
          <w:szCs w:val="16"/>
        </w:rPr>
        <w:t>14 = 75</w:t>
      </w:r>
    </w:p>
    <w:p w:rsidR="00AD43AA" w:rsidRPr="00815842" w:rsidRDefault="00AD43AA" w:rsidP="00815842">
      <w:pPr>
        <w:spacing w:after="0" w:line="240" w:lineRule="auto"/>
        <w:rPr>
          <w:b/>
          <w:sz w:val="16"/>
          <w:szCs w:val="16"/>
        </w:rPr>
      </w:pPr>
      <w:r w:rsidRPr="00815842">
        <w:rPr>
          <w:sz w:val="16"/>
          <w:szCs w:val="16"/>
        </w:rPr>
        <w:t>13 = 72</w:t>
      </w:r>
      <w:r w:rsid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b/>
          <w:sz w:val="16"/>
          <w:szCs w:val="16"/>
        </w:rPr>
        <w:t>12 = 70</w:t>
      </w:r>
      <w:r w:rsidR="00815842">
        <w:rPr>
          <w:b/>
          <w:sz w:val="16"/>
          <w:szCs w:val="16"/>
        </w:rPr>
        <w:tab/>
      </w:r>
      <w:r w:rsidR="00815842">
        <w:rPr>
          <w:b/>
          <w:sz w:val="16"/>
          <w:szCs w:val="16"/>
        </w:rPr>
        <w:tab/>
      </w:r>
      <w:r w:rsidRPr="00815842">
        <w:rPr>
          <w:sz w:val="16"/>
          <w:szCs w:val="16"/>
        </w:rPr>
        <w:t>11 = 67</w:t>
      </w:r>
      <w:r w:rsid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sz w:val="16"/>
          <w:szCs w:val="16"/>
        </w:rPr>
        <w:t>10 = 65</w:t>
      </w:r>
      <w:r w:rsid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sz w:val="16"/>
          <w:szCs w:val="16"/>
        </w:rPr>
        <w:t>9= 62</w:t>
      </w:r>
      <w:r w:rsid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b/>
          <w:sz w:val="16"/>
          <w:szCs w:val="16"/>
        </w:rPr>
        <w:t>8 = 60</w:t>
      </w:r>
      <w:r w:rsidR="00815842">
        <w:rPr>
          <w:b/>
          <w:sz w:val="16"/>
          <w:szCs w:val="16"/>
        </w:rPr>
        <w:tab/>
      </w:r>
      <w:r w:rsidR="00815842">
        <w:rPr>
          <w:b/>
          <w:sz w:val="16"/>
          <w:szCs w:val="16"/>
        </w:rPr>
        <w:tab/>
      </w:r>
      <w:r w:rsidRPr="00815842">
        <w:rPr>
          <w:sz w:val="16"/>
          <w:szCs w:val="16"/>
        </w:rPr>
        <w:t>7 = 57</w:t>
      </w:r>
      <w:r w:rsid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sz w:val="16"/>
          <w:szCs w:val="16"/>
        </w:rPr>
        <w:t>6 = 55</w:t>
      </w:r>
      <w:r w:rsid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sz w:val="16"/>
          <w:szCs w:val="16"/>
        </w:rPr>
        <w:t>5 = 52</w:t>
      </w:r>
      <w:r w:rsidR="00815842">
        <w:rPr>
          <w:sz w:val="16"/>
          <w:szCs w:val="16"/>
        </w:rPr>
        <w:tab/>
      </w:r>
      <w:r w:rsidR="00815842">
        <w:rPr>
          <w:sz w:val="16"/>
          <w:szCs w:val="16"/>
        </w:rPr>
        <w:tab/>
      </w:r>
      <w:r w:rsidRPr="00815842">
        <w:rPr>
          <w:b/>
          <w:sz w:val="16"/>
          <w:szCs w:val="16"/>
        </w:rPr>
        <w:t>4 = 50</w:t>
      </w:r>
    </w:p>
    <w:p w:rsidR="00AD43AA" w:rsidRPr="00815842" w:rsidRDefault="00AD43AA" w:rsidP="00815842">
      <w:pPr>
        <w:spacing w:after="0" w:line="240" w:lineRule="auto"/>
        <w:rPr>
          <w:sz w:val="16"/>
          <w:szCs w:val="16"/>
          <w:u w:val="single"/>
        </w:rPr>
        <w:sectPr w:rsidR="00AD43AA" w:rsidRPr="00815842" w:rsidSect="00815842">
          <w:type w:val="continuous"/>
          <w:pgSz w:w="15840" w:h="12240" w:orient="landscape"/>
          <w:pgMar w:top="720" w:right="720" w:bottom="720" w:left="720" w:header="720" w:footer="720" w:gutter="0"/>
          <w:cols w:space="442"/>
          <w:docGrid w:linePitch="360"/>
        </w:sectPr>
      </w:pPr>
    </w:p>
    <w:p w:rsidR="007825CB" w:rsidRDefault="00815842" w:rsidP="007825CB">
      <w:pPr>
        <w:spacing w:after="0" w:line="240" w:lineRule="auto"/>
        <w:rPr>
          <w:b/>
          <w:sz w:val="16"/>
          <w:szCs w:val="16"/>
        </w:rPr>
      </w:pPr>
      <w:r w:rsidRPr="00815842">
        <w:rPr>
          <w:b/>
          <w:sz w:val="16"/>
          <w:szCs w:val="16"/>
        </w:rPr>
        <w:lastRenderedPageBreak/>
        <w:t>Quarter 3 Conversion:</w:t>
      </w:r>
      <w:r w:rsidR="007825CB">
        <w:rPr>
          <w:b/>
          <w:sz w:val="16"/>
          <w:szCs w:val="16"/>
        </w:rPr>
        <w:tab/>
      </w:r>
    </w:p>
    <w:p w:rsidR="007825CB" w:rsidRDefault="007825CB" w:rsidP="00815842">
      <w:pPr>
        <w:spacing w:after="0" w:line="240" w:lineRule="auto"/>
        <w:rPr>
          <w:sz w:val="16"/>
          <w:szCs w:val="16"/>
        </w:rPr>
      </w:pPr>
      <w:r w:rsidRPr="001F6912">
        <w:rPr>
          <w:b/>
          <w:sz w:val="16"/>
          <w:szCs w:val="16"/>
        </w:rPr>
        <w:t>20 = 100</w:t>
      </w:r>
      <w:r w:rsidRPr="001F6912">
        <w:rPr>
          <w:b/>
          <w:sz w:val="16"/>
          <w:szCs w:val="16"/>
        </w:rPr>
        <w:tab/>
      </w:r>
      <w:r w:rsidRPr="001F6912">
        <w:rPr>
          <w:b/>
          <w:sz w:val="16"/>
          <w:szCs w:val="16"/>
        </w:rPr>
        <w:tab/>
      </w:r>
      <w:r w:rsidRPr="001F6912">
        <w:rPr>
          <w:sz w:val="16"/>
          <w:szCs w:val="16"/>
        </w:rPr>
        <w:t>19 = 97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  <w:t>18 = 95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  <w:t>17 = 92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</w:r>
      <w:r w:rsidRPr="001F6912">
        <w:rPr>
          <w:b/>
          <w:sz w:val="16"/>
          <w:szCs w:val="16"/>
        </w:rPr>
        <w:t>16 = 90</w:t>
      </w:r>
      <w:r w:rsidRPr="001F6912">
        <w:rPr>
          <w:b/>
          <w:sz w:val="16"/>
          <w:szCs w:val="16"/>
        </w:rPr>
        <w:tab/>
      </w:r>
      <w:r w:rsidRPr="001F6912">
        <w:rPr>
          <w:b/>
          <w:sz w:val="16"/>
          <w:szCs w:val="16"/>
        </w:rPr>
        <w:tab/>
      </w:r>
      <w:r w:rsidRPr="001F6912">
        <w:rPr>
          <w:sz w:val="16"/>
          <w:szCs w:val="16"/>
        </w:rPr>
        <w:t>15 = 87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  <w:t>14 = 85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  <w:t>13 = 82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</w:r>
      <w:r w:rsidRPr="001F6912">
        <w:rPr>
          <w:b/>
          <w:sz w:val="16"/>
          <w:szCs w:val="16"/>
        </w:rPr>
        <w:t>12 = 80</w:t>
      </w:r>
      <w:r w:rsidRPr="001F6912"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1F6912">
        <w:rPr>
          <w:sz w:val="16"/>
          <w:szCs w:val="16"/>
        </w:rPr>
        <w:t>11 = 77</w:t>
      </w:r>
      <w:r w:rsidRPr="001F6912">
        <w:rPr>
          <w:sz w:val="16"/>
          <w:szCs w:val="16"/>
        </w:rPr>
        <w:tab/>
      </w:r>
    </w:p>
    <w:p w:rsidR="007825CB" w:rsidRDefault="007825CB" w:rsidP="00815842">
      <w:pPr>
        <w:spacing w:after="0" w:line="240" w:lineRule="auto"/>
        <w:rPr>
          <w:b/>
          <w:sz w:val="16"/>
          <w:szCs w:val="16"/>
        </w:rPr>
      </w:pPr>
      <w:r w:rsidRPr="001F6912">
        <w:rPr>
          <w:sz w:val="16"/>
          <w:szCs w:val="16"/>
        </w:rPr>
        <w:t>10 = 75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  <w:t>9= 72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</w:r>
      <w:r w:rsidRPr="001F6912">
        <w:rPr>
          <w:b/>
          <w:sz w:val="16"/>
          <w:szCs w:val="16"/>
        </w:rPr>
        <w:t>8 = 70</w:t>
      </w:r>
      <w:r w:rsidRPr="001F6912">
        <w:rPr>
          <w:b/>
          <w:sz w:val="16"/>
          <w:szCs w:val="16"/>
        </w:rPr>
        <w:tab/>
      </w:r>
      <w:r w:rsidRPr="001F6912">
        <w:rPr>
          <w:b/>
          <w:sz w:val="16"/>
          <w:szCs w:val="16"/>
        </w:rPr>
        <w:tab/>
      </w:r>
      <w:r w:rsidRPr="001F6912">
        <w:rPr>
          <w:sz w:val="16"/>
          <w:szCs w:val="16"/>
        </w:rPr>
        <w:t>7 = 67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  <w:t>6 = 65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  <w:t>5 = 62</w:t>
      </w:r>
      <w:r w:rsidRPr="001F6912">
        <w:rPr>
          <w:sz w:val="16"/>
          <w:szCs w:val="16"/>
        </w:rPr>
        <w:tab/>
      </w:r>
      <w:r w:rsidRPr="001F6912">
        <w:rPr>
          <w:sz w:val="16"/>
          <w:szCs w:val="16"/>
        </w:rPr>
        <w:tab/>
      </w:r>
      <w:r w:rsidRPr="001F6912">
        <w:rPr>
          <w:b/>
          <w:sz w:val="16"/>
          <w:szCs w:val="16"/>
        </w:rPr>
        <w:t>4 = 60</w:t>
      </w:r>
      <w:r w:rsidRPr="007825CB">
        <w:rPr>
          <w:b/>
          <w:sz w:val="16"/>
          <w:szCs w:val="16"/>
        </w:rPr>
        <w:t xml:space="preserve"> </w:t>
      </w:r>
    </w:p>
    <w:p w:rsidR="007825CB" w:rsidRPr="001F6912" w:rsidRDefault="007825CB" w:rsidP="007825CB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Quarter 2 Conversion:</w:t>
      </w:r>
      <w:r w:rsidRPr="007825CB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ab/>
      </w:r>
      <w:r w:rsidRPr="001F6912">
        <w:rPr>
          <w:b/>
          <w:sz w:val="16"/>
          <w:szCs w:val="16"/>
        </w:rPr>
        <w:t>16 = 100</w:t>
      </w:r>
      <w:r w:rsidRPr="001F6912">
        <w:rPr>
          <w:b/>
          <w:sz w:val="16"/>
          <w:szCs w:val="16"/>
        </w:rPr>
        <w:tab/>
        <w:t xml:space="preserve">            </w:t>
      </w:r>
      <w:r w:rsidRPr="001F6912">
        <w:rPr>
          <w:sz w:val="16"/>
          <w:szCs w:val="16"/>
        </w:rPr>
        <w:t xml:space="preserve">15= 96          </w:t>
      </w:r>
      <w:r>
        <w:rPr>
          <w:sz w:val="16"/>
          <w:szCs w:val="16"/>
        </w:rPr>
        <w:t xml:space="preserve">    </w:t>
      </w:r>
      <w:r w:rsidRPr="001F6912">
        <w:rPr>
          <w:sz w:val="16"/>
          <w:szCs w:val="16"/>
        </w:rPr>
        <w:t xml:space="preserve"> 14 = 93 </w:t>
      </w:r>
      <w:r w:rsidRPr="001F6912">
        <w:rPr>
          <w:b/>
          <w:sz w:val="16"/>
          <w:szCs w:val="16"/>
        </w:rPr>
        <w:t xml:space="preserve">            13 = 90</w:t>
      </w:r>
      <w:r w:rsidRPr="001F6912">
        <w:rPr>
          <w:b/>
          <w:sz w:val="16"/>
          <w:szCs w:val="16"/>
        </w:rPr>
        <w:tab/>
        <w:t xml:space="preserve">       </w:t>
      </w:r>
      <w:r>
        <w:rPr>
          <w:b/>
          <w:sz w:val="16"/>
          <w:szCs w:val="16"/>
        </w:rPr>
        <w:t xml:space="preserve">    </w:t>
      </w:r>
      <w:r w:rsidRPr="001F6912">
        <w:rPr>
          <w:sz w:val="16"/>
          <w:szCs w:val="16"/>
        </w:rPr>
        <w:t>12 = 86</w:t>
      </w:r>
      <w:r w:rsidRPr="001F6912">
        <w:rPr>
          <w:sz w:val="16"/>
          <w:szCs w:val="16"/>
        </w:rPr>
        <w:tab/>
        <w:t xml:space="preserve">11 = 83          </w:t>
      </w:r>
      <w:r>
        <w:rPr>
          <w:sz w:val="16"/>
          <w:szCs w:val="16"/>
        </w:rPr>
        <w:t xml:space="preserve">  </w:t>
      </w:r>
      <w:r w:rsidRPr="001F6912">
        <w:rPr>
          <w:b/>
          <w:sz w:val="16"/>
          <w:szCs w:val="16"/>
        </w:rPr>
        <w:t>10 = 80</w:t>
      </w:r>
      <w:r w:rsidRPr="001F6912">
        <w:rPr>
          <w:b/>
          <w:sz w:val="16"/>
          <w:szCs w:val="16"/>
        </w:rPr>
        <w:tab/>
        <w:t xml:space="preserve">        </w:t>
      </w:r>
      <w:r>
        <w:rPr>
          <w:b/>
          <w:sz w:val="16"/>
          <w:szCs w:val="16"/>
        </w:rPr>
        <w:t xml:space="preserve">  </w:t>
      </w:r>
      <w:r w:rsidRPr="001F6912">
        <w:rPr>
          <w:b/>
          <w:sz w:val="16"/>
          <w:szCs w:val="16"/>
        </w:rPr>
        <w:t xml:space="preserve"> </w:t>
      </w:r>
      <w:r w:rsidRPr="001F6912">
        <w:rPr>
          <w:sz w:val="16"/>
          <w:szCs w:val="16"/>
        </w:rPr>
        <w:t>9 = 76</w:t>
      </w:r>
      <w:r w:rsidRPr="001F6912">
        <w:rPr>
          <w:sz w:val="16"/>
          <w:szCs w:val="16"/>
        </w:rPr>
        <w:tab/>
        <w:t>8 = 73</w:t>
      </w:r>
      <w:r w:rsidRPr="001F6912">
        <w:rPr>
          <w:sz w:val="16"/>
          <w:szCs w:val="16"/>
        </w:rPr>
        <w:tab/>
        <w:t xml:space="preserve">     </w:t>
      </w:r>
      <w:r w:rsidRPr="001F6912">
        <w:rPr>
          <w:b/>
          <w:sz w:val="16"/>
          <w:szCs w:val="16"/>
        </w:rPr>
        <w:t>7 = 70</w:t>
      </w:r>
      <w:r w:rsidRPr="001F6912">
        <w:rPr>
          <w:b/>
          <w:sz w:val="16"/>
          <w:szCs w:val="16"/>
        </w:rPr>
        <w:tab/>
        <w:t xml:space="preserve">       </w:t>
      </w:r>
      <w:r>
        <w:rPr>
          <w:b/>
          <w:sz w:val="16"/>
          <w:szCs w:val="16"/>
        </w:rPr>
        <w:t xml:space="preserve"> </w:t>
      </w:r>
      <w:r w:rsidRPr="001F6912">
        <w:rPr>
          <w:b/>
          <w:sz w:val="16"/>
          <w:szCs w:val="16"/>
        </w:rPr>
        <w:t xml:space="preserve"> </w:t>
      </w:r>
      <w:r w:rsidRPr="001F6912">
        <w:rPr>
          <w:sz w:val="16"/>
          <w:szCs w:val="16"/>
        </w:rPr>
        <w:t>6 = 6</w:t>
      </w:r>
      <w:r>
        <w:rPr>
          <w:sz w:val="16"/>
          <w:szCs w:val="16"/>
        </w:rPr>
        <w:t xml:space="preserve">6        </w:t>
      </w:r>
      <w:r w:rsidRPr="001F6912">
        <w:rPr>
          <w:sz w:val="16"/>
          <w:szCs w:val="16"/>
        </w:rPr>
        <w:t xml:space="preserve"> 5 = 63</w:t>
      </w:r>
      <w:r w:rsidRPr="001F6912">
        <w:rPr>
          <w:sz w:val="16"/>
          <w:szCs w:val="16"/>
        </w:rPr>
        <w:tab/>
      </w:r>
      <w:r w:rsidRPr="001F6912">
        <w:rPr>
          <w:b/>
          <w:sz w:val="16"/>
          <w:szCs w:val="16"/>
        </w:rPr>
        <w:t>4 = 60</w:t>
      </w:r>
    </w:p>
    <w:p w:rsidR="00815842" w:rsidRPr="00815842" w:rsidRDefault="007825CB" w:rsidP="00815842">
      <w:pPr>
        <w:spacing w:after="0" w:line="240" w:lineRule="auto"/>
        <w:rPr>
          <w:b/>
          <w:sz w:val="16"/>
          <w:szCs w:val="16"/>
        </w:rPr>
        <w:sectPr w:rsidR="00815842" w:rsidRPr="00815842" w:rsidSect="00815842">
          <w:type w:val="continuous"/>
          <w:pgSz w:w="15840" w:h="12240" w:orient="landscape"/>
          <w:pgMar w:top="720" w:right="720" w:bottom="720" w:left="720" w:header="720" w:footer="720" w:gutter="0"/>
          <w:cols w:space="442"/>
          <w:docGrid w:linePitch="360"/>
        </w:sectPr>
      </w:pPr>
      <w:r w:rsidRPr="00815842">
        <w:rPr>
          <w:b/>
          <w:sz w:val="16"/>
          <w:szCs w:val="16"/>
        </w:rPr>
        <w:t>Quarter 1 Conversion:</w:t>
      </w:r>
      <w:r w:rsidRPr="007825CB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ab/>
      </w:r>
      <w:r w:rsidRPr="001F6912">
        <w:rPr>
          <w:b/>
          <w:sz w:val="16"/>
          <w:szCs w:val="16"/>
        </w:rPr>
        <w:t>12 = 100</w:t>
      </w:r>
      <w:r w:rsidRPr="001F6912">
        <w:rPr>
          <w:b/>
          <w:sz w:val="16"/>
          <w:szCs w:val="16"/>
        </w:rPr>
        <w:tab/>
        <w:t xml:space="preserve">         </w:t>
      </w:r>
      <w:r>
        <w:rPr>
          <w:b/>
          <w:sz w:val="16"/>
          <w:szCs w:val="16"/>
        </w:rPr>
        <w:t xml:space="preserve">   </w:t>
      </w:r>
      <w:r w:rsidRPr="001F6912">
        <w:rPr>
          <w:sz w:val="16"/>
          <w:szCs w:val="16"/>
        </w:rPr>
        <w:t>11 = 95</w:t>
      </w:r>
      <w:r w:rsidRPr="001F6912">
        <w:rPr>
          <w:sz w:val="16"/>
          <w:szCs w:val="16"/>
        </w:rPr>
        <w:tab/>
        <w:t xml:space="preserve">10 = 90        </w:t>
      </w:r>
      <w:r>
        <w:rPr>
          <w:sz w:val="16"/>
          <w:szCs w:val="16"/>
        </w:rPr>
        <w:t xml:space="preserve">     </w:t>
      </w:r>
      <w:r w:rsidRPr="001F6912">
        <w:rPr>
          <w:sz w:val="16"/>
          <w:szCs w:val="16"/>
        </w:rPr>
        <w:t>9= 85</w:t>
      </w:r>
      <w:r w:rsidRPr="001F6912">
        <w:rPr>
          <w:sz w:val="16"/>
          <w:szCs w:val="16"/>
        </w:rPr>
        <w:tab/>
      </w:r>
      <w:r>
        <w:rPr>
          <w:sz w:val="16"/>
          <w:szCs w:val="16"/>
        </w:rPr>
        <w:t xml:space="preserve">            </w:t>
      </w:r>
      <w:r w:rsidRPr="001F6912">
        <w:rPr>
          <w:b/>
          <w:sz w:val="16"/>
          <w:szCs w:val="16"/>
        </w:rPr>
        <w:t>8 = 80</w:t>
      </w:r>
      <w:r w:rsidRPr="001F6912">
        <w:rPr>
          <w:b/>
          <w:sz w:val="16"/>
          <w:szCs w:val="16"/>
        </w:rPr>
        <w:tab/>
      </w:r>
      <w:r w:rsidRPr="001F6912">
        <w:rPr>
          <w:sz w:val="16"/>
          <w:szCs w:val="16"/>
        </w:rPr>
        <w:t>7 = 75</w:t>
      </w:r>
      <w:r w:rsidRPr="001F6912">
        <w:rPr>
          <w:sz w:val="16"/>
          <w:szCs w:val="16"/>
        </w:rPr>
        <w:tab/>
      </w:r>
      <w:r>
        <w:rPr>
          <w:sz w:val="16"/>
          <w:szCs w:val="16"/>
        </w:rPr>
        <w:t xml:space="preserve">     6 = 70</w:t>
      </w:r>
      <w:r>
        <w:rPr>
          <w:sz w:val="16"/>
          <w:szCs w:val="16"/>
        </w:rPr>
        <w:tab/>
        <w:t xml:space="preserve">           5 = 65</w:t>
      </w:r>
      <w:r>
        <w:rPr>
          <w:sz w:val="16"/>
          <w:szCs w:val="16"/>
        </w:rPr>
        <w:tab/>
      </w:r>
      <w:r>
        <w:rPr>
          <w:b/>
          <w:sz w:val="16"/>
          <w:szCs w:val="16"/>
        </w:rPr>
        <w:t>4 = 6</w:t>
      </w:r>
      <w:r w:rsidR="008D0464">
        <w:rPr>
          <w:b/>
          <w:sz w:val="16"/>
          <w:szCs w:val="16"/>
        </w:rPr>
        <w:t>0</w:t>
      </w:r>
    </w:p>
    <w:p w:rsidR="00425C93" w:rsidRPr="007825CB" w:rsidRDefault="00425C93" w:rsidP="007825CB">
      <w:pPr>
        <w:spacing w:after="0" w:line="240" w:lineRule="auto"/>
        <w:rPr>
          <w:b/>
          <w:sz w:val="16"/>
          <w:szCs w:val="16"/>
        </w:rPr>
      </w:pPr>
    </w:p>
    <w:sectPr w:rsidR="00425C93" w:rsidRPr="007825CB" w:rsidSect="007825C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D1EB8"/>
    <w:multiLevelType w:val="hybridMultilevel"/>
    <w:tmpl w:val="DFA415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3AA"/>
    <w:rsid w:val="00091920"/>
    <w:rsid w:val="000E21EE"/>
    <w:rsid w:val="0011015D"/>
    <w:rsid w:val="00425C93"/>
    <w:rsid w:val="005A0C8D"/>
    <w:rsid w:val="005D5EBD"/>
    <w:rsid w:val="00654229"/>
    <w:rsid w:val="00662058"/>
    <w:rsid w:val="007219D2"/>
    <w:rsid w:val="007825CB"/>
    <w:rsid w:val="00811F65"/>
    <w:rsid w:val="00815842"/>
    <w:rsid w:val="008D0464"/>
    <w:rsid w:val="008E7A9C"/>
    <w:rsid w:val="009B40A4"/>
    <w:rsid w:val="00AD43AA"/>
    <w:rsid w:val="00B110EC"/>
    <w:rsid w:val="00BE2C48"/>
    <w:rsid w:val="00C54182"/>
    <w:rsid w:val="00C94CE2"/>
    <w:rsid w:val="00E7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A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3A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C9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3A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43A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C9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96E385B7</Template>
  <TotalTime>23</TotalTime>
  <Pages>2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Spencerport Central Schools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Thomas</dc:creator>
  <cp:lastModifiedBy>Melanie Thomas</cp:lastModifiedBy>
  <cp:revision>10</cp:revision>
  <cp:lastPrinted>2013-06-06T14:39:00Z</cp:lastPrinted>
  <dcterms:created xsi:type="dcterms:W3CDTF">2012-10-11T11:05:00Z</dcterms:created>
  <dcterms:modified xsi:type="dcterms:W3CDTF">2013-10-02T13:19:00Z</dcterms:modified>
</cp:coreProperties>
</file>